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bookmarkStart w:id="1" w:name="_GoBack"/>
      <w:bookmarkEnd w:id="1"/>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EndPr/>
      <w:sdtContent>
        <w:p w:rsidR="00C91244" w:rsidRPr="001A41BD" w:rsidRDefault="00A80F65" w:rsidP="00546DA9">
          <w:pPr>
            <w:pStyle w:val="OSEHRADocumentTitle"/>
          </w:pPr>
          <w:r>
            <w:t>OSEHRA Certification</w:t>
          </w:r>
        </w:p>
      </w:sdtContent>
    </w:sdt>
    <w:p w:rsidR="00C91244" w:rsidRPr="001A41BD" w:rsidRDefault="001C44D9"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9063AB">
      <w:pPr>
        <w:pStyle w:val="OSEHRADocumentInfo"/>
      </w:pPr>
      <w:r>
        <w:t xml:space="preserve">Version </w:t>
      </w:r>
      <w:r w:rsidR="00E00D7A">
        <w:t>3</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5-12-16T00:00:00Z">
          <w:dateFormat w:val="MMMM d, yyyy"/>
          <w:lid w:val="en-US"/>
          <w:storeMappedDataAs w:val="dateTime"/>
          <w:calendar w:val="gregorian"/>
        </w:date>
      </w:sdtPr>
      <w:sdtEndPr/>
      <w:sdtContent>
        <w:p w:rsidR="00C91244" w:rsidRDefault="00E00D7A" w:rsidP="009063AB">
          <w:pPr>
            <w:pStyle w:val="OSEHRADocumentInfo"/>
          </w:pPr>
          <w:r>
            <w:t>December 1</w:t>
          </w:r>
          <w:r w:rsidR="00C4606F">
            <w:t>6</w:t>
          </w:r>
          <w:r w:rsidR="00A80F65">
            <w:t>, 201</w:t>
          </w:r>
          <w:r w:rsidR="003D3BFA">
            <w:t>5</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r w:rsidR="00E00D7A" w:rsidRPr="00E47A9B" w:rsidTr="00E47A9B">
        <w:tc>
          <w:tcPr>
            <w:tcW w:w="1470" w:type="dxa"/>
          </w:tcPr>
          <w:p w:rsidR="00E00D7A" w:rsidRDefault="00E00D7A" w:rsidP="000115F5">
            <w:r>
              <w:t>12/12/15</w:t>
            </w:r>
          </w:p>
        </w:tc>
        <w:tc>
          <w:tcPr>
            <w:tcW w:w="1338" w:type="dxa"/>
          </w:tcPr>
          <w:p w:rsidR="00E00D7A" w:rsidRDefault="00E00D7A" w:rsidP="00E47A9B">
            <w:r>
              <w:t>1.3</w:t>
            </w:r>
          </w:p>
        </w:tc>
        <w:tc>
          <w:tcPr>
            <w:tcW w:w="4392" w:type="dxa"/>
          </w:tcPr>
          <w:p w:rsidR="00E00D7A" w:rsidRDefault="00E00D7A" w:rsidP="00E47A9B">
            <w:r>
              <w:t>Revision – Coverage for Cache</w:t>
            </w:r>
          </w:p>
        </w:tc>
        <w:tc>
          <w:tcPr>
            <w:tcW w:w="2329" w:type="dxa"/>
          </w:tcPr>
          <w:p w:rsidR="00E00D7A" w:rsidRDefault="00E00D7A" w:rsidP="00E47A9B">
            <w:r>
              <w:t>Joel Ivey</w:t>
            </w:r>
          </w:p>
        </w:tc>
      </w:tr>
    </w:tbl>
    <w:p w:rsidR="00C91244" w:rsidRDefault="00C91244" w:rsidP="00546DA9">
      <w:pPr>
        <w:pStyle w:val="OSEHRAFrontMatter"/>
      </w:pPr>
      <w:r>
        <w:lastRenderedPageBreak/>
        <w:t>Table of Contents</w:t>
      </w:r>
    </w:p>
    <w:bookmarkStart w:id="2"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CA20E5">
          <w:rPr>
            <w:noProof/>
            <w:webHidden/>
          </w:rPr>
          <w:t>1</w:t>
        </w:r>
        <w:r w:rsidR="00115E12">
          <w:rPr>
            <w:noProof/>
            <w:webHidden/>
          </w:rPr>
          <w:fldChar w:fldCharType="end"/>
        </w:r>
      </w:hyperlink>
    </w:p>
    <w:p w:rsidR="00115E12" w:rsidRDefault="001C44D9">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CA20E5">
          <w:rPr>
            <w:noProof/>
            <w:webHidden/>
          </w:rPr>
          <w:t>1</w:t>
        </w:r>
        <w:r w:rsidR="00115E12">
          <w:rPr>
            <w:noProof/>
            <w:webHidden/>
          </w:rPr>
          <w:fldChar w:fldCharType="end"/>
        </w:r>
      </w:hyperlink>
    </w:p>
    <w:p w:rsidR="00115E12" w:rsidRDefault="001C44D9">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CA20E5">
          <w:rPr>
            <w:noProof/>
            <w:webHidden/>
          </w:rPr>
          <w:t>1</w:t>
        </w:r>
        <w:r w:rsidR="00115E12">
          <w:rPr>
            <w:noProof/>
            <w:webHidden/>
          </w:rPr>
          <w:fldChar w:fldCharType="end"/>
        </w:r>
      </w:hyperlink>
    </w:p>
    <w:p w:rsidR="00115E12" w:rsidRDefault="001C44D9">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CA20E5">
          <w:rPr>
            <w:noProof/>
            <w:webHidden/>
          </w:rPr>
          <w:t>2</w:t>
        </w:r>
        <w:r w:rsidR="00115E12">
          <w:rPr>
            <w:noProof/>
            <w:webHidden/>
          </w:rPr>
          <w:fldChar w:fldCharType="end"/>
        </w:r>
      </w:hyperlink>
    </w:p>
    <w:p w:rsidR="00115E12" w:rsidRDefault="001C44D9">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CA20E5">
          <w:rPr>
            <w:noProof/>
            <w:webHidden/>
          </w:rPr>
          <w:t>7</w:t>
        </w:r>
        <w:r w:rsidR="00115E12">
          <w:rPr>
            <w:noProof/>
            <w:webHidden/>
          </w:rPr>
          <w:fldChar w:fldCharType="end"/>
        </w:r>
      </w:hyperlink>
    </w:p>
    <w:p w:rsidR="00115E12" w:rsidRDefault="001C44D9">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CA20E5">
          <w:rPr>
            <w:noProof/>
            <w:webHidden/>
          </w:rPr>
          <w:t>7</w:t>
        </w:r>
        <w:r w:rsidR="00115E12">
          <w:rPr>
            <w:noProof/>
            <w:webHidden/>
          </w:rPr>
          <w:fldChar w:fldCharType="end"/>
        </w:r>
      </w:hyperlink>
    </w:p>
    <w:p w:rsidR="00115E12" w:rsidRDefault="001C44D9">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CA20E5">
          <w:rPr>
            <w:noProof/>
            <w:webHidden/>
          </w:rPr>
          <w:t>10</w:t>
        </w:r>
        <w:r w:rsidR="00115E12">
          <w:rPr>
            <w:noProof/>
            <w:webHidden/>
          </w:rPr>
          <w:fldChar w:fldCharType="end"/>
        </w:r>
      </w:hyperlink>
    </w:p>
    <w:p w:rsidR="00115E12" w:rsidRDefault="001C44D9">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CA20E5">
          <w:rPr>
            <w:noProof/>
            <w:webHidden/>
          </w:rPr>
          <w:t>14</w:t>
        </w:r>
        <w:r w:rsidR="00115E12">
          <w:rPr>
            <w:noProof/>
            <w:webHidden/>
          </w:rPr>
          <w:fldChar w:fldCharType="end"/>
        </w:r>
      </w:hyperlink>
    </w:p>
    <w:p w:rsidR="00115E12" w:rsidRDefault="001C44D9">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CA20E5">
          <w:rPr>
            <w:noProof/>
            <w:webHidden/>
          </w:rPr>
          <w:t>19</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CA20E5">
          <w:rPr>
            <w:webHidden/>
          </w:rPr>
          <w:t>11</w:t>
        </w:r>
        <w:r w:rsidR="00115E12">
          <w:rPr>
            <w:webHidden/>
          </w:rPr>
          <w:fldChar w:fldCharType="end"/>
        </w:r>
      </w:hyperlink>
    </w:p>
    <w:p w:rsidR="00115E12" w:rsidRDefault="001C44D9">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CA20E5">
          <w:rPr>
            <w:webHidden/>
          </w:rPr>
          <w:t>11</w:t>
        </w:r>
        <w:r w:rsidR="00115E12">
          <w:rPr>
            <w:webHidden/>
          </w:rPr>
          <w:fldChar w:fldCharType="end"/>
        </w:r>
      </w:hyperlink>
    </w:p>
    <w:p w:rsidR="00115E12" w:rsidRDefault="001C44D9">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CA20E5">
          <w:rPr>
            <w:webHidden/>
          </w:rPr>
          <w:t>12</w:t>
        </w:r>
        <w:r w:rsidR="00115E12">
          <w:rPr>
            <w:webHidden/>
          </w:rPr>
          <w:fldChar w:fldCharType="end"/>
        </w:r>
      </w:hyperlink>
    </w:p>
    <w:p w:rsidR="00115E12" w:rsidRDefault="001C44D9">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CA20E5">
          <w:rPr>
            <w:webHidden/>
          </w:rPr>
          <w:t>13</w:t>
        </w:r>
        <w:r w:rsidR="00115E12">
          <w:rPr>
            <w:webHidden/>
          </w:rPr>
          <w:fldChar w:fldCharType="end"/>
        </w:r>
      </w:hyperlink>
    </w:p>
    <w:p w:rsidR="00115E12" w:rsidRDefault="001C44D9">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CA20E5">
          <w:rPr>
            <w:webHidden/>
          </w:rPr>
          <w:t>13</w:t>
        </w:r>
        <w:r w:rsidR="00115E12">
          <w:rPr>
            <w:webHidden/>
          </w:rPr>
          <w:fldChar w:fldCharType="end"/>
        </w:r>
      </w:hyperlink>
    </w:p>
    <w:p w:rsidR="00115E12" w:rsidRDefault="001C44D9">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CA20E5">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2"/>
    <w:p w:rsidR="00546DA9" w:rsidRDefault="001C44D9"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A81EFF">
      <w:pPr>
        <w:pStyle w:val="OSEHRAHeading1"/>
      </w:pPr>
      <w:bookmarkStart w:id="3" w:name="_Toc394588377"/>
      <w:bookmarkStart w:id="4" w:name="_Toc395096972"/>
      <w:r>
        <w:t>Purpose</w:t>
      </w:r>
      <w:bookmarkEnd w:id="3"/>
      <w:bookmarkEnd w:id="4"/>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5" w:name="_Toc394588378"/>
      <w:bookmarkStart w:id="6" w:name="_Toc395096973"/>
      <w:r>
        <w:t>Scope</w:t>
      </w:r>
      <w:bookmarkEnd w:id="5"/>
      <w:bookmarkEnd w:id="6"/>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7" w:name="_Toc395084385"/>
      <w:bookmarkStart w:id="8" w:name="_Toc395084681"/>
      <w:bookmarkStart w:id="9" w:name="_Toc394588379"/>
      <w:bookmarkStart w:id="10" w:name="_Toc395096974"/>
      <w:bookmarkEnd w:id="7"/>
      <w:bookmarkEnd w:id="8"/>
      <w:r>
        <w:t xml:space="preserve">Introduction to </w:t>
      </w:r>
      <w:r w:rsidR="00015354">
        <w:t>M–Unit</w:t>
      </w:r>
      <w:r w:rsidR="00D200CB">
        <w:t xml:space="preserve"> </w:t>
      </w:r>
      <w:r>
        <w:t>Testing</w:t>
      </w:r>
      <w:bookmarkEnd w:id="9"/>
      <w:bookmarkEnd w:id="10"/>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0115F5">
        <w:t xml:space="preserve">, </w:t>
      </w:r>
      <w:r w:rsidR="00B874B2">
        <w:t>%ut1</w:t>
      </w:r>
      <w:r w:rsidR="000115F5">
        <w:t xml:space="preserve"> and %utcover</w:t>
      </w:r>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 </w:t>
      </w:r>
      <w:r w:rsidR="00E00D7A">
        <w:t>previously</w:t>
      </w:r>
      <w:r w:rsidR="000115F5">
        <w:t xml:space="preserve"> supported only on GT.M systems, </w:t>
      </w:r>
      <w:r w:rsidR="00E00D7A">
        <w:t xml:space="preserve">the current version </w:t>
      </w:r>
      <w:r w:rsidR="000115F5">
        <w:t>analyzing coverage of the code base by unit tests</w:t>
      </w:r>
      <w:r w:rsidR="00E00D7A">
        <w:t xml:space="preserve"> in both GT.M and Cache systems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1" w:name="_Toc394588380"/>
      <w:bookmarkStart w:id="12" w:name="_Toc395096975"/>
      <w:r>
        <w:lastRenderedPageBreak/>
        <w:t>Getting Started</w:t>
      </w:r>
      <w:bookmarkEnd w:id="11"/>
      <w:bookmarkEnd w:id="12"/>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w:t>
      </w:r>
      <w:r w:rsidR="000115F5">
        <w:rPr>
          <w:lang w:val="en-US"/>
        </w:rPr>
        <w:t>jiveysoft</w:t>
      </w:r>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w:t>
      </w:r>
      <w:r w:rsidR="00437D9A">
        <w:t>'</w:t>
      </w:r>
      <w:r w:rsidRPr="00972A60">
        <w:t>=</w:t>
      </w:r>
      <w:r w:rsidR="00437D9A">
        <w:t>""</w:t>
      </w:r>
      <w:r w:rsidRPr="00972A60">
        <w:t xml:space="preserve"> D EN^</w:t>
      </w:r>
      <w:r w:rsidR="006575D0">
        <w:t>%</w:t>
      </w:r>
      <w:r w:rsidR="006575D0">
        <w:rPr>
          <w:lang w:val="en-US"/>
        </w:rPr>
        <w:t>ut</w:t>
      </w:r>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for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r w:rsidR="00DB3E79" w:rsidRPr="00972A60">
        <w:t xml:space="preserve">complete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routine t</w:t>
      </w:r>
      <w:r w:rsidR="00DB3E79" w:rsidRPr="00972A60">
        <w:t>o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r w:rsidRPr="00972A60">
        <w:t xml:space="preserve">cuted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to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lastRenderedPageBreak/>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r w:rsidR="006575D0">
        <w:rPr>
          <w:lang w:val="en-US"/>
        </w:rPr>
        <w:t>ut</w:t>
      </w:r>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and the message text</w:t>
      </w:r>
      <w:r w:rsidR="00E00D7A">
        <w:rPr>
          <w:lang w:val="en-US"/>
        </w:rPr>
        <w:t xml:space="preserve">, </w:t>
      </w:r>
      <w:r>
        <w:rPr>
          <w:lang w:val="en-US"/>
        </w:rPr>
        <w:t>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00E00D7A">
        <w:t xml:space="preserve"> m</w:t>
      </w:r>
      <w:r w:rsidRPr="00972A60">
        <w:t>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with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w:t>
      </w:r>
      <w:r w:rsidR="00437D9A">
        <w:t>'</w:t>
      </w:r>
      <w:r w:rsidRPr="00972A60">
        <w:t>=Y,</w:t>
      </w:r>
      <w:r w:rsidR="00437D9A">
        <w:t>"</w:t>
      </w:r>
      <w:r w:rsidRPr="00972A60">
        <w:t>indicated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that the tag is a unit test entry , the text following the @TEST </w:t>
      </w:r>
    </w:p>
    <w:p w:rsidR="00C33B6E" w:rsidRPr="00C33B6E" w:rsidRDefault="00C33B6E" w:rsidP="00C33B6E">
      <w:pPr>
        <w:pStyle w:val="Code"/>
        <w:rPr>
          <w:lang w:val="en-US"/>
        </w:rPr>
      </w:pPr>
      <w:r>
        <w:rPr>
          <w:lang w:val="en-US"/>
        </w:rPr>
        <w:tab/>
        <w:t>;   indicator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lastRenderedPageBreak/>
        <w:tab/>
        <w:t xml:space="preserve">;   other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%ut</w:t>
      </w:r>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under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VALUE=1 ; a default value for use during unit tests</w:t>
      </w:r>
    </w:p>
    <w:p w:rsidR="00C33B6E" w:rsidRDefault="00C33B6E" w:rsidP="000362BD">
      <w:pPr>
        <w:pStyle w:val="Code"/>
        <w:rPr>
          <w:lang w:val="en-US"/>
        </w:rPr>
      </w:pPr>
      <w:r>
        <w:rPr>
          <w:lang w:val="en-US"/>
        </w:rPr>
        <w:tab/>
        <w:t xml:space="preserve">I </w:t>
      </w:r>
      <w:r w:rsidR="00437D9A">
        <w:rPr>
          <w:lang w:val="en-US"/>
        </w:rPr>
        <w:t>$T(ISUTEST^%ut)'="",'</w:t>
      </w:r>
      <w:r>
        <w:rPr>
          <w:lang w:val="en-US"/>
        </w:rPr>
        <w:t>$$ISUTEST^%ut()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$$ISUTEST^%ut()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value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but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lastRenderedPageBreak/>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902C04" w:rsidRDefault="00902C04" w:rsidP="000362BD">
      <w:pPr>
        <w:pStyle w:val="OSEHRABody"/>
      </w:pPr>
      <w:r>
        <w:lastRenderedPageBreak/>
        <w:t xml:space="preserve">In the early days of M-Unit work, the unit test routines were generated with the first four characters of their name as ZZUT.  This was chosen so that the routines would not normally be exported with a package, because the developers who worked with the routines were generally working in the same account.  However, the routines </w:t>
      </w:r>
      <w:r w:rsidR="004429EC">
        <w:t>**</w:t>
      </w:r>
      <w:r>
        <w:t>SHOULD</w:t>
      </w:r>
      <w:r w:rsidR="004429EC">
        <w:t>**</w:t>
      </w:r>
      <w:r>
        <w:t xml:space="preserve">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for consistency in such units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3" w:name="_Toc394588381"/>
      <w:bookmarkStart w:id="14" w:name="_Toc395096976"/>
      <w:r>
        <w:t>M–Unit</w:t>
      </w:r>
      <w:r w:rsidR="00D6363C">
        <w:t xml:space="preserve"> Test Dos and Don</w:t>
      </w:r>
      <w:r w:rsidR="00437D9A">
        <w:t>'</w:t>
      </w:r>
      <w:r w:rsidR="00D6363C">
        <w:t>ts</w:t>
      </w:r>
      <w:bookmarkEnd w:id="13"/>
      <w:bookmarkEnd w:id="14"/>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5" w:name="_Toc395096977"/>
      <w:r>
        <w:t>M–Unit</w:t>
      </w:r>
      <w:r w:rsidR="00E00C2D">
        <w:t xml:space="preserve"> Test Definitions</w:t>
      </w:r>
      <w:bookmarkEnd w:id="15"/>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437D9A">
        <w:t xml:space="preserve">, RUNSET, COV, COVERAGE, MULTAPIS, </w:t>
      </w:r>
      <w:r w:rsidR="009A3680" w:rsidRPr="009A3680">
        <w:t xml:space="preserve"> </w:t>
      </w:r>
      <w:r w:rsidR="00437D9A">
        <w:t xml:space="preserve">GETUTVAL, </w:t>
      </w:r>
      <w:r w:rsidR="009A3680">
        <w:t xml:space="preserve">and </w:t>
      </w:r>
      <w:r w:rsidR="00437D9A">
        <w:t>LSTUT</w:t>
      </w:r>
      <w:r w:rsidR="00AF11C6">
        <w:t>VAL</w:t>
      </w:r>
      <w:r w:rsidRPr="000362BD">
        <w:t>.</w:t>
      </w:r>
      <w:r w:rsidR="00AF11C6">
        <w:t xml:space="preserve">  It should be noted that COV was previously available in %ut1, and was moved to %ut so all supported references could be accessed in %ut (without challenging memories).  The supported references COVERAGE, MULTAPIS, GETUTVAL, and LSTUTVAL were added as new functionalities in the </w:t>
      </w:r>
      <w:r w:rsidR="004429EC">
        <w:t>previous</w:t>
      </w:r>
      <w:r w:rsidR="00AF11C6">
        <w:t xml:space="preserve"> version.</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to terminate upon a failure or error instead of continuing until all tests have been evaluated before </w:t>
      </w:r>
      <w:r w:rsidR="004429EC">
        <w:t>finishing, as it normally does.  While some individuals like this capability, and it has been left in for those individuals, it is not recommended since any errors encountered</w:t>
      </w:r>
      <w:r w:rsidR="00C4606F">
        <w:t xml:space="preserve"> during the testing</w:t>
      </w:r>
      <w:r w:rsidR="004429EC">
        <w:t xml:space="preserve"> will be recorded and all other tests should be permitted to run to conclusion.</w:t>
      </w:r>
    </w:p>
    <w:p w:rsidR="007B3E6C" w:rsidRDefault="00362267" w:rsidP="007B3E6C">
      <w:pPr>
        <w:pStyle w:val="OSEHRABody"/>
      </w:pPr>
      <w:r>
        <w:lastRenderedPageBreak/>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CHKLEAKS^%ut(CODE,TESTLOC,.NAMEINPT) can be used within unit tests or in a stand alone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X=$$NOW^XLFTD()</w:t>
      </w:r>
      <w:r w:rsidR="00437D9A">
        <w:t>"</w:t>
      </w:r>
      <w:r>
        <w:t>).  The TESTLOC argument would indicate the location under test</w:t>
      </w:r>
      <w:r w:rsidR="00C4606F">
        <w:t xml:space="preserve"> for output and identification purposes</w:t>
      </w:r>
      <w:r>
        <w:t xml:space="preserve"> (e.g., </w:t>
      </w:r>
      <w:r w:rsidR="00437D9A">
        <w:t>"</w:t>
      </w:r>
      <w:r>
        <w:t>$$NOW^XLFDT() leak test</w:t>
      </w:r>
      <w:r w:rsidR="00437D9A">
        <w:t>"</w:t>
      </w:r>
      <w:r>
        <w:t xml:space="preserve"> or simply </w:t>
      </w:r>
      <w:r w:rsidR="00437D9A">
        <w:t>"</w:t>
      </w:r>
      <w:r>
        <w:t>$$NOW^XLFDT</w:t>
      </w:r>
      <w:r w:rsidR="00437D9A">
        <w:t>"</w:t>
      </w:r>
      <w:r>
        <w: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w:t>
      </w:r>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AF11C6" w:rsidRDefault="00AF11C6" w:rsidP="007B3E6C">
      <w:pPr>
        <w:pStyle w:val="OSEHRABody"/>
      </w:pPr>
      <w:r>
        <w:t xml:space="preserve">The entry point COV^%ut provides coverage analysis </w:t>
      </w:r>
      <w:r w:rsidR="004429EC">
        <w:t>this was previously</w:t>
      </w:r>
      <w:r>
        <w:t xml:space="preserve"> available only on GT.M systems</w:t>
      </w:r>
      <w:r w:rsidR="004429EC">
        <w:t>, however, the current version provides the same functionality for Cache systems as well</w:t>
      </w:r>
      <w:r>
        <w:t xml:space="preserve">.  Usage is DO COV^%ut(NAMESPAC,CODE,VERBOSITY), where </w:t>
      </w:r>
      <w:r w:rsidR="008428F1">
        <w:t xml:space="preserve">the argument </w:t>
      </w:r>
      <w:r>
        <w:t xml:space="preserve">NAMESPAC indicates the routine namespace to be analyzed.  If NAMESPAC is only a routine name, only that routine will be included in the analysis.  If NAMESPAC includes a terminal asterick (e.g., </w:t>
      </w:r>
      <w:r w:rsidR="008428F1">
        <w:t>"</w:t>
      </w:r>
      <w:r>
        <w:t>NAMESP*</w:t>
      </w:r>
      <w:r w:rsidR="008428F1">
        <w:t>"), then all routines which begin with the specified characters will be included in the analysis.  The argument  CODE is the code to be executed when running the analysis (e.g., "D EN^%ut(""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884C84" w:rsidRDefault="0050394A" w:rsidP="007B3E6C">
      <w:pPr>
        <w:pStyle w:val="OSEHRABody"/>
      </w:pPr>
      <w:r>
        <w:t>The entry point COVERAGE^%ut was added to handle those cases where t</w:t>
      </w:r>
      <w:r w:rsidR="00F328F9">
        <w:t>here may be a number of different ways in which the unit tests are run, for example from the EN^%ut("ROUTINE")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version of the unit tests, as well as adding the ability to specify routines in the namespace that should be ignored (we aren't really interested in the covera</w:t>
      </w:r>
      <w:r w:rsidR="00884C84">
        <w:t xml:space="preserve">ge of the unit test routines).  </w:t>
      </w:r>
      <w:r>
        <w:t xml:space="preserve">The usage is </w:t>
      </w:r>
    </w:p>
    <w:p w:rsidR="00884C84" w:rsidRDefault="0050394A" w:rsidP="007B3E6C">
      <w:pPr>
        <w:pStyle w:val="OSEHRABody"/>
      </w:pPr>
      <w:r>
        <w:lastRenderedPageBreak/>
        <w:t xml:space="preserve">DO COVERAGE^%ut(NAMESPAC, .TESTROUS,.XCLUDE,VERBOSITY) </w:t>
      </w:r>
    </w:p>
    <w:p w:rsidR="0060051A" w:rsidRDefault="0050394A" w:rsidP="007B3E6C">
      <w:pPr>
        <w:pStyle w:val="OSEHRABody"/>
      </w:pPr>
      <w:r>
        <w:t xml:space="preserve">where the first and fourth arguments are the same as for the COV^%ut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SET TESTROUS(1)="TEST</w:t>
      </w:r>
      <w:r w:rsidR="00884C84">
        <w:t>U</w:t>
      </w:r>
      <w:r>
        <w:t>RO1,EN1^TESTROU1,^TESTROU2"</w:t>
      </w:r>
    </w:p>
    <w:p w:rsidR="0050394A" w:rsidRDefault="0050394A" w:rsidP="0050394A">
      <w:pPr>
        <w:pStyle w:val="OSEHRABody"/>
        <w:ind w:firstLine="720"/>
      </w:pPr>
      <w:r>
        <w:t>SET TESTROUS("VERB^TESTROU2")="TEST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EN^%ut with the routine name as argument, those with a '^' character would be run as simple DO commands (e.g,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SET XCLUDE("TESTURO1")="TESTURO2</w:t>
      </w:r>
      <w:r w:rsidR="00A24DE3">
        <w:t>,TESTURO3</w:t>
      </w:r>
      <w:r>
        <w:t>"</w:t>
      </w:r>
    </w:p>
    <w:p w:rsidR="00A24DE3" w:rsidRDefault="00A24DE3" w:rsidP="0050394A">
      <w:pPr>
        <w:pStyle w:val="OSEHRABody"/>
      </w:pPr>
      <w:r>
        <w:tab/>
        <w:t>SET XCLUDE(1)="TESTURO4"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 xml:space="preserve">The entry point MULTAPIS^%ut was provided to permit multiple unit tests to be run in the same manner as with the COVERAGE^%ut API, but without the coverage analysis.  The usage is </w:t>
      </w:r>
    </w:p>
    <w:p w:rsidR="00A24DE3" w:rsidRDefault="00A24DE3" w:rsidP="0050394A">
      <w:pPr>
        <w:pStyle w:val="OSEHRABody"/>
      </w:pPr>
      <w:r>
        <w:t xml:space="preserve">            DO MULTAPIS^%ut(.TESTROUS)</w:t>
      </w:r>
    </w:p>
    <w:p w:rsidR="00A24DE3" w:rsidRDefault="00A24DE3" w:rsidP="0050394A">
      <w:pPr>
        <w:pStyle w:val="OSEHRABody"/>
      </w:pPr>
      <w:r>
        <w:t>where the argument is the same as the second argument in the COVERAGE^%ut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^%ut</w:t>
      </w:r>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^%ut</w:t>
      </w:r>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1) cumu</w:t>
      </w:r>
      <w:r>
        <w:t>lative number of routines run</w:t>
      </w:r>
    </w:p>
    <w:p w:rsidR="00F149D0" w:rsidRPr="00F149D0" w:rsidRDefault="00F149D0" w:rsidP="00F149D0">
      <w:pPr>
        <w:pStyle w:val="OSEHRABody"/>
        <w:ind w:firstLine="720"/>
      </w:pPr>
      <w:r w:rsidRPr="00F149D0">
        <w:t xml:space="preserve">2) </w:t>
      </w:r>
      <w:r>
        <w:t>cumulative number of entry tags</w:t>
      </w:r>
    </w:p>
    <w:p w:rsidR="00F149D0" w:rsidRDefault="00F149D0" w:rsidP="00F149D0">
      <w:pPr>
        <w:pStyle w:val="OSEHRABody"/>
      </w:pPr>
      <w:r w:rsidRPr="00F149D0">
        <w:tab/>
        <w:t>3) cumulative number of tests</w:t>
      </w:r>
    </w:p>
    <w:p w:rsidR="00F149D0" w:rsidRPr="00F149D0" w:rsidRDefault="00F149D0" w:rsidP="00F149D0">
      <w:pPr>
        <w:pStyle w:val="OSEHRABody"/>
        <w:ind w:firstLine="720"/>
      </w:pPr>
      <w:r>
        <w:t>4) cum</w:t>
      </w:r>
      <w:r w:rsidRPr="00F149D0">
        <w:t>ulative number of failures;</w:t>
      </w:r>
    </w:p>
    <w:p w:rsidR="00F149D0" w:rsidRPr="00F149D0" w:rsidRDefault="00F149D0" w:rsidP="00F149D0">
      <w:pPr>
        <w:pStyle w:val="OSEHRABody"/>
      </w:pPr>
      <w:r w:rsidRPr="00F149D0">
        <w:tab/>
        <w:t>5) cumulative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lastRenderedPageBreak/>
        <w:t>The LSTUTVAL^%ut API provides a manner to list the cumulative results from calls to GETUTVAL^%ut in a manner similar to that listed after each unit test sequence is called.  The usage is</w:t>
      </w:r>
    </w:p>
    <w:p w:rsidR="00F149D0" w:rsidRDefault="00F149D0" w:rsidP="0050394A">
      <w:pPr>
        <w:pStyle w:val="OSEHRABody"/>
      </w:pPr>
      <w:r>
        <w:tab/>
        <w:t>DO LSTUTVAL(.UTVALS)</w:t>
      </w:r>
    </w:p>
    <w:p w:rsidR="00F149D0" w:rsidRDefault="00F149D0" w:rsidP="0050394A">
      <w:pPr>
        <w:pStyle w:val="OSEHRABody"/>
      </w:pPr>
      <w:r>
        <w:t xml:space="preserve">Where the argument is passed by reference and is the same array used in the preceding calls to GETUTVAL^%ut.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r>
        <w:t>utMUNIT GROUP EDIT</w:t>
      </w:r>
      <w:r w:rsidR="00437D9A">
        <w:t>"</w:t>
      </w:r>
      <w:r>
        <w:t xml:space="preserve"> (M-Unit Test Group Edit). T</w:t>
      </w:r>
      <w:r w:rsidR="006452A2">
        <w:t xml:space="preserve">hese may be run from the option </w:t>
      </w:r>
      <w:r w:rsidR="00437D9A">
        <w:t>"</w:t>
      </w:r>
      <w:r w:rsidR="006452A2">
        <w:t>utMUNIT GROUP RUN</w:t>
      </w:r>
      <w:r w:rsidR="00437D9A">
        <w:t>"</w:t>
      </w:r>
      <w:r w:rsidR="006452A2">
        <w:t xml:space="preserve"> (</w:t>
      </w:r>
      <w:r>
        <w:t xml:space="preserve">Run M-Unit Tests from Test Groups), </w:t>
      </w:r>
      <w:r w:rsidR="006452A2">
        <w:t xml:space="preserve">or </w:t>
      </w:r>
      <w:r>
        <w:t xml:space="preserve">from a Supported Reference [D RUNSET^%ut(setname)],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6" w:name="_Toc394588382"/>
      <w:bookmarkStart w:id="17" w:name="_Toc395096978"/>
      <w:r w:rsidRPr="000362BD">
        <w:t>MUnit.exe</w:t>
      </w:r>
      <w:bookmarkEnd w:id="16"/>
      <w:bookmarkEnd w:id="17"/>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CA20E5">
        <w:t xml:space="preserve">Figure </w:t>
      </w:r>
      <w:r w:rsidR="00CA20E5">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8" w:name="_Ref395088993"/>
      <w:bookmarkStart w:id="19" w:name="_Toc395096981"/>
      <w:r>
        <w:t xml:space="preserve">Figure </w:t>
      </w:r>
      <w:r w:rsidR="001C44D9">
        <w:fldChar w:fldCharType="begin"/>
      </w:r>
      <w:r w:rsidR="001C44D9">
        <w:instrText xml:space="preserve"> SEQ Figure \* ARABIC </w:instrText>
      </w:r>
      <w:r w:rsidR="001C44D9">
        <w:fldChar w:fldCharType="separate"/>
      </w:r>
      <w:r w:rsidR="00CA20E5">
        <w:rPr>
          <w:noProof/>
        </w:rPr>
        <w:t>1</w:t>
      </w:r>
      <w:r w:rsidR="001C44D9">
        <w:rPr>
          <w:noProof/>
        </w:rPr>
        <w:fldChar w:fldCharType="end"/>
      </w:r>
      <w:bookmarkEnd w:id="18"/>
      <w:r>
        <w:t>.</w:t>
      </w:r>
      <w:r w:rsidRPr="005353C9">
        <w:t xml:space="preserve"> Selection of an M-Unit test</w:t>
      </w:r>
      <w:bookmarkEnd w:id="19"/>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CA20E5">
        <w:t xml:space="preserve">Figure </w:t>
      </w:r>
      <w:r w:rsidR="00CA20E5">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20" w:name="_Ref395089138"/>
      <w:bookmarkStart w:id="21" w:name="_Toc395096982"/>
      <w:r>
        <w:t xml:space="preserve">Figure </w:t>
      </w:r>
      <w:r w:rsidR="001C44D9">
        <w:fldChar w:fldCharType="begin"/>
      </w:r>
      <w:r w:rsidR="001C44D9">
        <w:instrText xml:space="preserve"> SEQ Figure \* ARABIC </w:instrText>
      </w:r>
      <w:r w:rsidR="001C44D9">
        <w:fldChar w:fldCharType="separate"/>
      </w:r>
      <w:r w:rsidR="00CA20E5">
        <w:rPr>
          <w:noProof/>
        </w:rPr>
        <w:t>2</w:t>
      </w:r>
      <w:r w:rsidR="001C44D9">
        <w:rPr>
          <w:noProof/>
        </w:rPr>
        <w:fldChar w:fldCharType="end"/>
      </w:r>
      <w:bookmarkEnd w:id="20"/>
      <w:r>
        <w:t xml:space="preserve">. </w:t>
      </w:r>
      <w:r w:rsidRPr="00A54885">
        <w:t>List of Unit tests selected for running</w:t>
      </w:r>
      <w:bookmarkEnd w:id="21"/>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CA20E5">
        <w:t xml:space="preserve">Figure </w:t>
      </w:r>
      <w:r w:rsidR="00CA20E5">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2" w:name="_Ref395089177"/>
      <w:bookmarkStart w:id="23" w:name="_Toc395096983"/>
      <w:r>
        <w:t xml:space="preserve">Figure </w:t>
      </w:r>
      <w:r w:rsidR="001C44D9">
        <w:fldChar w:fldCharType="begin"/>
      </w:r>
      <w:r w:rsidR="001C44D9">
        <w:instrText xml:space="preserve"> SEQ Figure \* ARABIC </w:instrText>
      </w:r>
      <w:r w:rsidR="001C44D9">
        <w:fldChar w:fldCharType="separate"/>
      </w:r>
      <w:r w:rsidR="00CA20E5">
        <w:rPr>
          <w:noProof/>
        </w:rPr>
        <w:t>3</w:t>
      </w:r>
      <w:r w:rsidR="001C44D9">
        <w:rPr>
          <w:noProof/>
        </w:rPr>
        <w:fldChar w:fldCharType="end"/>
      </w:r>
      <w:bookmarkEnd w:id="22"/>
      <w:r>
        <w:t>.</w:t>
      </w:r>
      <w:r w:rsidRPr="00376ADA">
        <w:t xml:space="preserve"> The unit tests run with failures</w:t>
      </w:r>
      <w:bookmarkEnd w:id="23"/>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CA20E5">
        <w:t xml:space="preserve">Figure </w:t>
      </w:r>
      <w:r w:rsidR="00CA20E5">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4" w:name="_Ref395089235"/>
      <w:bookmarkStart w:id="25" w:name="_Toc395096984"/>
      <w:r>
        <w:t xml:space="preserve">Figure </w:t>
      </w:r>
      <w:r w:rsidR="001C44D9">
        <w:fldChar w:fldCharType="begin"/>
      </w:r>
      <w:r w:rsidR="001C44D9">
        <w:instrText xml:space="preserve"> SEQ Figure \* ARABIC </w:instrText>
      </w:r>
      <w:r w:rsidR="001C44D9">
        <w:fldChar w:fldCharType="separate"/>
      </w:r>
      <w:r w:rsidR="00CA20E5">
        <w:rPr>
          <w:noProof/>
        </w:rPr>
        <w:t>4</w:t>
      </w:r>
      <w:r w:rsidR="001C44D9">
        <w:rPr>
          <w:noProof/>
        </w:rPr>
        <w:fldChar w:fldCharType="end"/>
      </w:r>
      <w:bookmarkEnd w:id="24"/>
      <w:r>
        <w:t xml:space="preserve">. </w:t>
      </w:r>
      <w:r w:rsidRPr="005F5AB1">
        <w:t>Specifics on failed tests or errors</w:t>
      </w:r>
      <w:bookmarkEnd w:id="25"/>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CA20E5">
        <w:t xml:space="preserve">Figure </w:t>
      </w:r>
      <w:r w:rsidR="00CA20E5">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CA20E5">
        <w:t xml:space="preserve">Figure </w:t>
      </w:r>
      <w:r w:rsidR="00CA20E5">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6" w:name="_Ref395089304"/>
      <w:bookmarkStart w:id="27" w:name="_Toc395096985"/>
      <w:r>
        <w:t xml:space="preserve">Figure </w:t>
      </w:r>
      <w:r w:rsidR="001C44D9">
        <w:fldChar w:fldCharType="begin"/>
      </w:r>
      <w:r w:rsidR="001C44D9">
        <w:instrText xml:space="preserve"> SEQ Figure \* ARABIC </w:instrText>
      </w:r>
      <w:r w:rsidR="001C44D9">
        <w:fldChar w:fldCharType="separate"/>
      </w:r>
      <w:r w:rsidR="00CA20E5">
        <w:rPr>
          <w:noProof/>
        </w:rPr>
        <w:t>5</w:t>
      </w:r>
      <w:r w:rsidR="001C44D9">
        <w:rPr>
          <w:noProof/>
        </w:rPr>
        <w:fldChar w:fldCharType="end"/>
      </w:r>
      <w:bookmarkEnd w:id="26"/>
      <w:r>
        <w:t>.</w:t>
      </w:r>
      <w:r w:rsidRPr="00FC75CD">
        <w:t>Specification of unit tests by routine name</w:t>
      </w:r>
      <w:bookmarkEnd w:id="27"/>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CA20E5">
        <w:t xml:space="preserve">Figure </w:t>
      </w:r>
      <w:r w:rsidR="00CA20E5">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8" w:name="_Ref395089328"/>
      <w:bookmarkStart w:id="29" w:name="_Toc395096986"/>
      <w:r>
        <w:t xml:space="preserve">Figure </w:t>
      </w:r>
      <w:r w:rsidR="001C44D9">
        <w:fldChar w:fldCharType="begin"/>
      </w:r>
      <w:r w:rsidR="001C44D9">
        <w:instrText xml:space="preserve"> SEQ Figure \* ARABIC </w:instrText>
      </w:r>
      <w:r w:rsidR="001C44D9">
        <w:fldChar w:fldCharType="separate"/>
      </w:r>
      <w:r w:rsidR="00CA20E5">
        <w:rPr>
          <w:noProof/>
        </w:rPr>
        <w:t>6</w:t>
      </w:r>
      <w:r w:rsidR="001C44D9">
        <w:rPr>
          <w:noProof/>
        </w:rPr>
        <w:fldChar w:fldCharType="end"/>
      </w:r>
      <w:bookmarkEnd w:id="28"/>
      <w:r>
        <w:t xml:space="preserve">. </w:t>
      </w:r>
      <w:r w:rsidRPr="00864C5F">
        <w:t>Result from the second group of unit tests</w:t>
      </w:r>
      <w:bookmarkEnd w:id="29"/>
    </w:p>
    <w:p w:rsidR="00B75D5C" w:rsidRDefault="00B75D5C" w:rsidP="000459F4">
      <w:pPr>
        <w:pStyle w:val="OSEHRAHeading1"/>
      </w:pPr>
      <w:bookmarkStart w:id="30" w:name="_Toc395096979"/>
      <w:r>
        <w:t xml:space="preserve">Installation of the </w:t>
      </w:r>
      <w:r w:rsidR="00015354">
        <w:t>M–Unit</w:t>
      </w:r>
      <w:r>
        <w:t xml:space="preserve"> Software</w:t>
      </w:r>
      <w:bookmarkEnd w:id="30"/>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r w:rsidR="00884C84">
        <w:t xml:space="preserve"> (thus not needing the options and remote procedures included in the build)</w:t>
      </w:r>
      <w:r>
        <w:t>.</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Xtract KIDS,</w:t>
      </w:r>
    </w:p>
    <w:p w:rsidR="00614672" w:rsidRDefault="00614672" w:rsidP="00E00C2D">
      <w:pPr>
        <w:pStyle w:val="OSEHRABody"/>
        <w:numPr>
          <w:ilvl w:val="0"/>
          <w:numId w:val="44"/>
        </w:numPr>
      </w:pPr>
      <w:r>
        <w:t xml:space="preserve">it will then prompt to </w:t>
      </w:r>
      <w:r w:rsidR="00437D9A">
        <w:t>'</w:t>
      </w:r>
      <w:r>
        <w:t>Select PackMan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 xml:space="preserve">then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w:t>
      </w:r>
      <w:r w:rsidR="00C4606F">
        <w:t>In a recent</w:t>
      </w:r>
      <w:r w:rsidR="00743F4B">
        <w:t xml:space="preserve"> version, Sam Habiel provided an update for the preinstall routine (ZZUTPRE) to improve setting the %ut namespace for routines and globals to the current VistA account.</w:t>
      </w:r>
    </w:p>
    <w:p w:rsidR="009C6405" w:rsidRDefault="009C6405" w:rsidP="005353C9">
      <w:pPr>
        <w:pStyle w:val="Code"/>
      </w:pPr>
      <w:r>
        <w:lastRenderedPageBreak/>
        <w:t>Select Kernel Installation &amp; Distribution System Option: INStallation</w:t>
      </w:r>
    </w:p>
    <w:p w:rsidR="009211BD" w:rsidRDefault="009211BD" w:rsidP="005353C9">
      <w:pPr>
        <w:pStyle w:val="Code"/>
      </w:pPr>
    </w:p>
    <w:p w:rsidR="00B137F2" w:rsidRDefault="00B137F2" w:rsidP="00B137F2">
      <w:pPr>
        <w:pStyle w:val="Code"/>
      </w:pPr>
      <w:r>
        <w:t>Select Installation Option: LOAd a Distribution</w:t>
      </w:r>
    </w:p>
    <w:p w:rsidR="00B137F2" w:rsidRDefault="00B137F2" w:rsidP="00B137F2">
      <w:pPr>
        <w:pStyle w:val="Code"/>
      </w:pPr>
      <w:r>
        <w:t>Enter a Host File: MASH_1.3_0.KID</w:t>
      </w:r>
    </w:p>
    <w:p w:rsidR="00B137F2" w:rsidRDefault="00B137F2" w:rsidP="00B137F2">
      <w:pPr>
        <w:pStyle w:val="Code"/>
      </w:pPr>
    </w:p>
    <w:p w:rsidR="00B137F2" w:rsidRDefault="00B137F2" w:rsidP="00B137F2">
      <w:pPr>
        <w:pStyle w:val="Code"/>
      </w:pPr>
      <w:r>
        <w:t>KIDS Distribution saved on Dec 16, 2015@10:13:18</w:t>
      </w:r>
    </w:p>
    <w:p w:rsidR="00B137F2" w:rsidRDefault="00B137F2" w:rsidP="00B137F2">
      <w:pPr>
        <w:pStyle w:val="Code"/>
      </w:pPr>
      <w:r>
        <w:t>Comment: Updated version supporting coverage analysis in Cache systems.</w:t>
      </w:r>
    </w:p>
    <w:p w:rsidR="00B137F2" w:rsidRDefault="00B137F2" w:rsidP="00B137F2">
      <w:pPr>
        <w:pStyle w:val="Code"/>
      </w:pPr>
    </w:p>
    <w:p w:rsidR="00B137F2" w:rsidRDefault="00B137F2" w:rsidP="00B137F2">
      <w:pPr>
        <w:pStyle w:val="Code"/>
      </w:pPr>
      <w:r>
        <w:t>This Distribution contains Transport Globals for the following Package(s):</w:t>
      </w:r>
    </w:p>
    <w:p w:rsidR="00B137F2" w:rsidRDefault="00B137F2" w:rsidP="00B137F2">
      <w:pPr>
        <w:pStyle w:val="Code"/>
      </w:pPr>
      <w:r>
        <w:t xml:space="preserve">   MASH*1.3*0   </w:t>
      </w:r>
    </w:p>
    <w:p w:rsidR="00B137F2" w:rsidRDefault="00B137F2" w:rsidP="00B137F2">
      <w:pPr>
        <w:pStyle w:val="Code"/>
      </w:pPr>
      <w:r>
        <w:t>Distribution OK!</w:t>
      </w:r>
    </w:p>
    <w:p w:rsidR="00B137F2" w:rsidRDefault="00B137F2" w:rsidP="00B137F2">
      <w:pPr>
        <w:pStyle w:val="Code"/>
      </w:pPr>
    </w:p>
    <w:p w:rsidR="00B137F2" w:rsidRDefault="00B137F2" w:rsidP="00B137F2">
      <w:pPr>
        <w:pStyle w:val="Code"/>
      </w:pPr>
      <w:r>
        <w:t xml:space="preserve">Want to Continue with Load? YES// </w:t>
      </w:r>
    </w:p>
    <w:p w:rsidR="00B137F2" w:rsidRDefault="00B137F2" w:rsidP="00B137F2">
      <w:pPr>
        <w:pStyle w:val="Code"/>
      </w:pPr>
      <w:r>
        <w:t>Loading Distribution...</w:t>
      </w:r>
    </w:p>
    <w:p w:rsidR="00B137F2" w:rsidRDefault="00B137F2" w:rsidP="00B137F2">
      <w:pPr>
        <w:pStyle w:val="Code"/>
      </w:pPr>
    </w:p>
    <w:p w:rsidR="00B137F2" w:rsidRDefault="00B137F2" w:rsidP="00B137F2">
      <w:pPr>
        <w:pStyle w:val="Code"/>
      </w:pPr>
      <w:r>
        <w:t xml:space="preserve">   MASH*1.3*0</w:t>
      </w:r>
    </w:p>
    <w:p w:rsidR="00B137F2" w:rsidRDefault="00B137F2" w:rsidP="00B137F2">
      <w:pPr>
        <w:pStyle w:val="Code"/>
      </w:pPr>
      <w:r>
        <w:t>Use INSTALL NAME: MASH*1.3*0 to install this Distribution.</w:t>
      </w:r>
    </w:p>
    <w:p w:rsidR="009211BD" w:rsidRDefault="009211BD" w:rsidP="005353C9">
      <w:pPr>
        <w:pStyle w:val="Code"/>
      </w:pPr>
    </w:p>
    <w:p w:rsidR="00B17437" w:rsidRDefault="00B17437" w:rsidP="00B17437">
      <w:pPr>
        <w:pStyle w:val="Code"/>
      </w:pPr>
      <w:r>
        <w:t>Select Installation Option: INSTall Package(s)</w:t>
      </w:r>
    </w:p>
    <w:p w:rsidR="00B17437" w:rsidRDefault="00B17437" w:rsidP="00B17437">
      <w:pPr>
        <w:pStyle w:val="Code"/>
      </w:pPr>
      <w:r>
        <w:t>Select INSTALL NAME: MASH*1.3*0       Loaded from Distribution    12/16/15@11:03:06</w:t>
      </w:r>
    </w:p>
    <w:p w:rsidR="00B17437" w:rsidRDefault="00B17437" w:rsidP="00B17437">
      <w:pPr>
        <w:pStyle w:val="Code"/>
      </w:pPr>
      <w:r>
        <w:t xml:space="preserve"> </w:t>
      </w:r>
    </w:p>
    <w:p w:rsidR="00B17437" w:rsidRDefault="00B17437" w:rsidP="00B17437">
      <w:pPr>
        <w:pStyle w:val="Code"/>
      </w:pPr>
      <w:r>
        <w:t xml:space="preserve">This Distribution was loaded on Dec 16, 2015@11:03:06 with header of </w:t>
      </w:r>
    </w:p>
    <w:p w:rsidR="00B17437" w:rsidRDefault="00B17437" w:rsidP="00B17437">
      <w:pPr>
        <w:pStyle w:val="Code"/>
      </w:pPr>
      <w:r>
        <w:t xml:space="preserve">   Updated version supporting coverage analysis in Cache systems.  ;Created on D</w:t>
      </w:r>
    </w:p>
    <w:p w:rsidR="00B17437" w:rsidRDefault="00B17437" w:rsidP="00B17437">
      <w:pPr>
        <w:pStyle w:val="Code"/>
      </w:pPr>
      <w:r>
        <w:t>ec 16, 2015@10:13:18</w:t>
      </w:r>
    </w:p>
    <w:p w:rsidR="00B17437" w:rsidRDefault="00B17437" w:rsidP="00B17437">
      <w:pPr>
        <w:pStyle w:val="Code"/>
      </w:pPr>
      <w:r>
        <w:t xml:space="preserve">   It consisted of the following Install(s):</w:t>
      </w:r>
    </w:p>
    <w:p w:rsidR="00B17437" w:rsidRDefault="00B17437" w:rsidP="00B17437">
      <w:pPr>
        <w:pStyle w:val="Code"/>
      </w:pPr>
      <w:r>
        <w:t xml:space="preserve">     MASH*1.3*0</w:t>
      </w:r>
    </w:p>
    <w:p w:rsidR="00B17437" w:rsidRDefault="00B17437" w:rsidP="00B17437">
      <w:pPr>
        <w:pStyle w:val="Code"/>
      </w:pPr>
      <w:r>
        <w:t>Checking Install for Package MASH*1.3*0</w:t>
      </w:r>
    </w:p>
    <w:p w:rsidR="00B17437" w:rsidRDefault="00B17437" w:rsidP="00B17437">
      <w:pPr>
        <w:pStyle w:val="Code"/>
      </w:pPr>
    </w:p>
    <w:p w:rsidR="00B17437" w:rsidRDefault="00B17437" w:rsidP="00B17437">
      <w:pPr>
        <w:pStyle w:val="Code"/>
      </w:pPr>
      <w:r>
        <w:t>Install Questions for MASH*1.3*0</w:t>
      </w:r>
    </w:p>
    <w:p w:rsidR="00B17437" w:rsidRDefault="00B17437" w:rsidP="00B17437">
      <w:pPr>
        <w:pStyle w:val="Code"/>
      </w:pPr>
    </w:p>
    <w:p w:rsidR="00B17437" w:rsidRDefault="00B17437" w:rsidP="00B17437">
      <w:pPr>
        <w:pStyle w:val="Code"/>
      </w:pPr>
      <w:r>
        <w:t>Incoming Files:</w:t>
      </w:r>
    </w:p>
    <w:p w:rsidR="00B17437" w:rsidRDefault="00B17437" w:rsidP="00B17437">
      <w:pPr>
        <w:pStyle w:val="Code"/>
      </w:pPr>
    </w:p>
    <w:p w:rsidR="00B17437" w:rsidRDefault="00B17437" w:rsidP="00B17437">
      <w:pPr>
        <w:pStyle w:val="Code"/>
      </w:pPr>
      <w:r>
        <w:t xml:space="preserve">   17.9001   M-UNIT TEST GROUP  (including data)</w:t>
      </w:r>
    </w:p>
    <w:p w:rsidR="00B17437" w:rsidRDefault="00B17437" w:rsidP="00B17437">
      <w:pPr>
        <w:pStyle w:val="Code"/>
      </w:pPr>
    </w:p>
    <w:p w:rsidR="00B17437" w:rsidRDefault="00B17437" w:rsidP="00B17437">
      <w:pPr>
        <w:pStyle w:val="Code"/>
      </w:pPr>
      <w:r>
        <w:t xml:space="preserve">Want KIDS to Rebuild Menu Trees Upon Completion of Install? NO// </w:t>
      </w:r>
    </w:p>
    <w:p w:rsidR="00B17437" w:rsidRDefault="00B17437" w:rsidP="00B17437">
      <w:pPr>
        <w:pStyle w:val="Code"/>
      </w:pPr>
      <w:r>
        <w:t xml:space="preserve">Want KIDS to INHIBIT LOGONs during the install? NO// </w:t>
      </w:r>
    </w:p>
    <w:p w:rsidR="00B17437" w:rsidRDefault="00B17437" w:rsidP="00B17437">
      <w:pPr>
        <w:pStyle w:val="Code"/>
      </w:pPr>
      <w:r>
        <w:t xml:space="preserve">Want to DISABLE Scheduled Options, Menu Options, and Protocols? NO// </w:t>
      </w:r>
    </w:p>
    <w:p w:rsidR="00B17437" w:rsidRDefault="00B17437" w:rsidP="00B17437">
      <w:pPr>
        <w:pStyle w:val="Code"/>
      </w:pPr>
    </w:p>
    <w:p w:rsidR="00B17437" w:rsidRDefault="00B17437" w:rsidP="00B17437">
      <w:pPr>
        <w:pStyle w:val="Code"/>
      </w:pPr>
      <w:r>
        <w:t>Enter the Device you want to print the Install messages.</w:t>
      </w:r>
    </w:p>
    <w:p w:rsidR="00B17437" w:rsidRDefault="00B17437" w:rsidP="00B17437">
      <w:pPr>
        <w:pStyle w:val="Code"/>
      </w:pPr>
      <w:r>
        <w:t>You can queue the install by enter a 'Q' at the device prompt.</w:t>
      </w:r>
    </w:p>
    <w:p w:rsidR="00B17437" w:rsidRDefault="00B17437" w:rsidP="00B17437">
      <w:pPr>
        <w:pStyle w:val="Code"/>
      </w:pPr>
      <w:r>
        <w:t>Enter a '^' to abort the install.</w:t>
      </w:r>
    </w:p>
    <w:p w:rsidR="00B17437" w:rsidRDefault="00B17437" w:rsidP="00B17437">
      <w:pPr>
        <w:pStyle w:val="Code"/>
      </w:pPr>
    </w:p>
    <w:p w:rsidR="00B17437" w:rsidRDefault="00B17437" w:rsidP="00B17437">
      <w:pPr>
        <w:pStyle w:val="Code"/>
      </w:pPr>
      <w:r>
        <w:t>DEVICE: HOME//   Console (Cache' on Windows)</w:t>
      </w:r>
    </w:p>
    <w:p w:rsidR="00B17437" w:rsidRDefault="00B17437" w:rsidP="00B17437">
      <w:pPr>
        <w:pStyle w:val="Code"/>
      </w:pPr>
    </w:p>
    <w:p w:rsidR="00B17437" w:rsidRDefault="00B17437" w:rsidP="00B17437">
      <w:pPr>
        <w:pStyle w:val="Code"/>
      </w:pPr>
      <w:r>
        <w:t xml:space="preserve"> </w:t>
      </w:r>
    </w:p>
    <w:p w:rsidR="00B17437" w:rsidRDefault="00B17437" w:rsidP="00B17437">
      <w:pPr>
        <w:pStyle w:val="Code"/>
      </w:pPr>
      <w:r>
        <w:t xml:space="preserve"> Install Started for MASH*1.3*0 : </w:t>
      </w:r>
    </w:p>
    <w:p w:rsidR="00B17437" w:rsidRDefault="00B17437" w:rsidP="00B17437">
      <w:pPr>
        <w:pStyle w:val="Code"/>
      </w:pPr>
      <w:r>
        <w:t xml:space="preserve">               Dec 16, 2015@11:04:04</w:t>
      </w:r>
    </w:p>
    <w:p w:rsidR="00B17437" w:rsidRDefault="00B17437" w:rsidP="00B17437">
      <w:pPr>
        <w:pStyle w:val="Code"/>
      </w:pPr>
      <w:r>
        <w:lastRenderedPageBreak/>
        <w:t xml:space="preserve"> </w:t>
      </w:r>
    </w:p>
    <w:p w:rsidR="00B17437" w:rsidRDefault="00B17437" w:rsidP="00B17437">
      <w:pPr>
        <w:pStyle w:val="Code"/>
      </w:pPr>
      <w:r>
        <w:t>Build Distribution Date: Dec 16, 2015</w:t>
      </w:r>
    </w:p>
    <w:p w:rsidR="00B17437" w:rsidRDefault="00B17437" w:rsidP="00B17437">
      <w:pPr>
        <w:pStyle w:val="Code"/>
      </w:pPr>
      <w:r>
        <w:t xml:space="preserve"> </w:t>
      </w:r>
    </w:p>
    <w:p w:rsidR="00B17437" w:rsidRDefault="00B17437" w:rsidP="00B17437">
      <w:pPr>
        <w:pStyle w:val="Code"/>
      </w:pPr>
      <w:r>
        <w:t xml:space="preserve"> Installing Routines:</w:t>
      </w:r>
    </w:p>
    <w:p w:rsidR="00B17437" w:rsidRDefault="00B17437" w:rsidP="00B17437">
      <w:pPr>
        <w:pStyle w:val="Code"/>
      </w:pPr>
      <w:r>
        <w:t xml:space="preserve">               Dec 16, 2015@11:04:04</w:t>
      </w:r>
    </w:p>
    <w:p w:rsidR="00B17437" w:rsidRDefault="00B17437" w:rsidP="00B17437">
      <w:pPr>
        <w:pStyle w:val="Code"/>
      </w:pPr>
      <w:r>
        <w:t xml:space="preserve"> </w:t>
      </w:r>
    </w:p>
    <w:p w:rsidR="00B17437" w:rsidRDefault="00B17437" w:rsidP="00B17437">
      <w:pPr>
        <w:pStyle w:val="Code"/>
      </w:pPr>
      <w:r>
        <w:t xml:space="preserve"> Running Pre-Install Routine: ^ZZUTPRE</w:t>
      </w:r>
    </w:p>
    <w:p w:rsidR="00B17437" w:rsidRDefault="00B17437" w:rsidP="00B17437">
      <w:pPr>
        <w:pStyle w:val="Code"/>
      </w:pPr>
      <w:r>
        <w:t xml:space="preserve"> </w:t>
      </w:r>
    </w:p>
    <w:p w:rsidR="00B17437" w:rsidRDefault="00B17437" w:rsidP="00B17437">
      <w:pPr>
        <w:pStyle w:val="Code"/>
      </w:pPr>
      <w:r>
        <w:t xml:space="preserve"> Installing Data Dictionaries:</w:t>
      </w:r>
    </w:p>
    <w:p w:rsidR="00B17437" w:rsidRDefault="00B17437" w:rsidP="00B17437">
      <w:pPr>
        <w:pStyle w:val="Code"/>
      </w:pPr>
      <w:r>
        <w:t xml:space="preserve">               Dec 16, 2015@11:04:04</w:t>
      </w:r>
    </w:p>
    <w:p w:rsidR="00B17437" w:rsidRDefault="00B17437" w:rsidP="00B17437">
      <w:pPr>
        <w:pStyle w:val="Code"/>
      </w:pPr>
      <w:r>
        <w:t xml:space="preserve"> </w:t>
      </w:r>
    </w:p>
    <w:p w:rsidR="00B17437" w:rsidRDefault="00B17437" w:rsidP="00B17437">
      <w:pPr>
        <w:pStyle w:val="Code"/>
      </w:pPr>
      <w:r>
        <w:t xml:space="preserve"> Installing Data: </w:t>
      </w:r>
    </w:p>
    <w:p w:rsidR="00B17437" w:rsidRDefault="00B17437" w:rsidP="00B17437">
      <w:pPr>
        <w:pStyle w:val="Code"/>
      </w:pPr>
      <w:r>
        <w:t xml:space="preserve">               Dec 16, 2015@11:04:04</w:t>
      </w:r>
    </w:p>
    <w:p w:rsidR="00B17437" w:rsidRDefault="00B17437" w:rsidP="00B17437">
      <w:pPr>
        <w:pStyle w:val="Code"/>
      </w:pPr>
      <w:r>
        <w:t xml:space="preserve"> </w:t>
      </w:r>
    </w:p>
    <w:p w:rsidR="00B17437" w:rsidRDefault="00B17437" w:rsidP="00B17437">
      <w:pPr>
        <w:pStyle w:val="Code"/>
      </w:pPr>
      <w:r>
        <w:t xml:space="preserve"> Installing PACKAGE COMPONENTS: </w:t>
      </w:r>
    </w:p>
    <w:p w:rsidR="00B17437" w:rsidRDefault="00B17437" w:rsidP="00B17437">
      <w:pPr>
        <w:pStyle w:val="Code"/>
      </w:pPr>
      <w:r>
        <w:t xml:space="preserve"> </w:t>
      </w:r>
    </w:p>
    <w:p w:rsidR="00B17437" w:rsidRDefault="00B17437" w:rsidP="00B17437">
      <w:pPr>
        <w:pStyle w:val="Code"/>
      </w:pPr>
      <w:r>
        <w:t xml:space="preserve"> Installing REMOTE PROCEDURE</w:t>
      </w:r>
    </w:p>
    <w:p w:rsidR="00B17437" w:rsidRDefault="00B17437" w:rsidP="00B17437">
      <w:pPr>
        <w:pStyle w:val="Code"/>
      </w:pPr>
      <w:r>
        <w:t xml:space="preserve"> </w:t>
      </w:r>
    </w:p>
    <w:p w:rsidR="00B17437" w:rsidRDefault="00B17437" w:rsidP="00B17437">
      <w:pPr>
        <w:pStyle w:val="Code"/>
      </w:pPr>
      <w:r>
        <w:t xml:space="preserve"> Installing OPTION</w:t>
      </w:r>
    </w:p>
    <w:p w:rsidR="00B17437" w:rsidRDefault="00B17437" w:rsidP="00B17437">
      <w:pPr>
        <w:pStyle w:val="Code"/>
      </w:pPr>
      <w:r>
        <w:t xml:space="preserve">               Dec 16, 2015@11:04:04</w:t>
      </w:r>
    </w:p>
    <w:p w:rsidR="00B17437" w:rsidRDefault="00B17437" w:rsidP="00B17437">
      <w:pPr>
        <w:pStyle w:val="Code"/>
      </w:pPr>
      <w:r>
        <w:t xml:space="preserve"> </w:t>
      </w:r>
    </w:p>
    <w:p w:rsidR="00B17437" w:rsidRDefault="00B17437" w:rsidP="00B17437">
      <w:pPr>
        <w:pStyle w:val="Code"/>
      </w:pPr>
      <w:r>
        <w:t xml:space="preserve"> Running Post-Install Routine: ^ZZUTPOST</w:t>
      </w:r>
    </w:p>
    <w:p w:rsidR="00B17437" w:rsidRDefault="00B17437" w:rsidP="00B17437">
      <w:pPr>
        <w:pStyle w:val="Code"/>
      </w:pPr>
      <w:r>
        <w:t>Routine:       ut Loaded, Saved as      %ut</w:t>
      </w:r>
    </w:p>
    <w:p w:rsidR="00B17437" w:rsidRDefault="00B17437" w:rsidP="00B17437">
      <w:pPr>
        <w:pStyle w:val="Code"/>
      </w:pPr>
      <w:r>
        <w:t>Routine:      ut1 Loaded, Saved as     %ut1</w:t>
      </w:r>
    </w:p>
    <w:p w:rsidR="00B17437" w:rsidRDefault="00B17437" w:rsidP="00B17437">
      <w:pPr>
        <w:pStyle w:val="Code"/>
      </w:pPr>
      <w:r>
        <w:t>Routine:  utcover Loaded, Saved as %utcover</w:t>
      </w:r>
    </w:p>
    <w:p w:rsidR="00B17437" w:rsidRDefault="00B17437" w:rsidP="00B17437">
      <w:pPr>
        <w:pStyle w:val="Code"/>
      </w:pPr>
      <w:r>
        <w:t>Routine:     utt1 Loaded, Saved as    %utt1</w:t>
      </w:r>
    </w:p>
    <w:p w:rsidR="00B17437" w:rsidRDefault="00B17437" w:rsidP="00B17437">
      <w:pPr>
        <w:pStyle w:val="Code"/>
      </w:pPr>
      <w:r>
        <w:t>Routine:     utt2 Loaded, Saved as    %utt2</w:t>
      </w:r>
    </w:p>
    <w:p w:rsidR="00B17437" w:rsidRDefault="00B17437" w:rsidP="00B17437">
      <w:pPr>
        <w:pStyle w:val="Code"/>
      </w:pPr>
      <w:r>
        <w:t>Routine:     utt3 Loaded, Saved as    %utt3</w:t>
      </w:r>
    </w:p>
    <w:p w:rsidR="00B17437" w:rsidRDefault="00B17437" w:rsidP="00B17437">
      <w:pPr>
        <w:pStyle w:val="Code"/>
      </w:pPr>
      <w:r>
        <w:t>Routine:     utt4 Loaded, Saved as    %utt4</w:t>
      </w:r>
    </w:p>
    <w:p w:rsidR="00B17437" w:rsidRDefault="00B17437" w:rsidP="00B17437">
      <w:pPr>
        <w:pStyle w:val="Code"/>
      </w:pPr>
      <w:r>
        <w:t>Routine:     utt5 Loaded, Saved as    %utt5</w:t>
      </w:r>
    </w:p>
    <w:p w:rsidR="00B17437" w:rsidRDefault="00B17437" w:rsidP="00B17437">
      <w:pPr>
        <w:pStyle w:val="Code"/>
      </w:pPr>
      <w:r>
        <w:t>Routine:     utt6 Loaded, Saved as    %utt6</w:t>
      </w:r>
    </w:p>
    <w:p w:rsidR="00B17437" w:rsidRDefault="00B17437" w:rsidP="00B17437">
      <w:pPr>
        <w:pStyle w:val="Code"/>
      </w:pPr>
      <w:r>
        <w:t>Routine:  uttcovr Loaded, Saved as %uttcovr</w:t>
      </w:r>
    </w:p>
    <w:p w:rsidR="00B17437" w:rsidRDefault="00B17437" w:rsidP="00B17437">
      <w:pPr>
        <w:pStyle w:val="Code"/>
      </w:pPr>
      <w:r>
        <w:t xml:space="preserve"> </w:t>
      </w:r>
    </w:p>
    <w:p w:rsidR="00B17437" w:rsidRDefault="00B17437" w:rsidP="00B17437">
      <w:pPr>
        <w:pStyle w:val="Code"/>
      </w:pPr>
      <w:r>
        <w:t xml:space="preserve"> Updating Routine file...</w:t>
      </w:r>
    </w:p>
    <w:p w:rsidR="00B17437" w:rsidRDefault="00B17437" w:rsidP="00B17437">
      <w:pPr>
        <w:pStyle w:val="Code"/>
      </w:pPr>
      <w:r>
        <w:t xml:space="preserve"> </w:t>
      </w:r>
    </w:p>
    <w:p w:rsidR="00B17437" w:rsidRDefault="00B17437" w:rsidP="00B17437">
      <w:pPr>
        <w:pStyle w:val="Code"/>
      </w:pPr>
      <w:r>
        <w:t xml:space="preserve"> Updating KIDS files...</w:t>
      </w:r>
    </w:p>
    <w:p w:rsidR="00B17437" w:rsidRDefault="00B17437" w:rsidP="00B17437">
      <w:pPr>
        <w:pStyle w:val="Code"/>
      </w:pPr>
      <w:r>
        <w:t xml:space="preserve"> </w:t>
      </w:r>
    </w:p>
    <w:p w:rsidR="00B17437" w:rsidRDefault="00B17437" w:rsidP="00B17437">
      <w:pPr>
        <w:pStyle w:val="Code"/>
      </w:pPr>
      <w:r>
        <w:t xml:space="preserve"> MASH*1.3*0 Installed. </w:t>
      </w:r>
    </w:p>
    <w:p w:rsidR="00B17437" w:rsidRDefault="00B17437" w:rsidP="00B17437">
      <w:pPr>
        <w:pStyle w:val="Code"/>
      </w:pPr>
      <w:r>
        <w:t xml:space="preserve">               Dec 16, 2015@11:04:04</w:t>
      </w:r>
    </w:p>
    <w:p w:rsidR="00B17437" w:rsidRDefault="00B17437" w:rsidP="00B17437">
      <w:pPr>
        <w:pStyle w:val="Code"/>
      </w:pPr>
      <w:r>
        <w:t xml:space="preserve"> </w:t>
      </w:r>
    </w:p>
    <w:p w:rsidR="00B17437" w:rsidRDefault="00B17437" w:rsidP="00B17437">
      <w:pPr>
        <w:pStyle w:val="Code"/>
      </w:pPr>
      <w:r>
        <w:t xml:space="preserve"> NO Install Message sent</w:t>
      </w:r>
    </w:p>
    <w:p w:rsidR="00B17437" w:rsidRDefault="00B17437" w:rsidP="00B17437">
      <w:pPr>
        <w:pStyle w:val="Code"/>
      </w:pPr>
    </w:p>
    <w:p w:rsidR="00B17437" w:rsidRDefault="00B17437" w:rsidP="00B17437">
      <w:pPr>
        <w:pStyle w:val="Code"/>
      </w:pPr>
      <w:r>
        <w:t>Install Completed</w:t>
      </w:r>
    </w:p>
    <w:p w:rsidR="00B17437" w:rsidRDefault="00B17437" w:rsidP="00B17437">
      <w:pPr>
        <w:pStyle w:val="Code"/>
      </w:pPr>
    </w:p>
    <w:p w:rsidR="00B17437" w:rsidRDefault="00B17437" w:rsidP="00B17437">
      <w:pPr>
        <w:pStyle w:val="Code"/>
      </w:pPr>
      <w:r>
        <w:t>Select Installation Option: ^PG   Programmer mode</w:t>
      </w:r>
    </w:p>
    <w:p w:rsidR="000362BD" w:rsidRDefault="000362BD" w:rsidP="005353C9">
      <w:pPr>
        <w:pStyle w:val="Code"/>
        <w:rPr>
          <w:lang w:val="en-US"/>
        </w:rPr>
      </w:pPr>
    </w:p>
    <w:p w:rsidR="004E3F1A" w:rsidRDefault="004E3F1A" w:rsidP="004E3F1A">
      <w:pPr>
        <w:pStyle w:val="ListParagraph"/>
        <w:numPr>
          <w:ilvl w:val="0"/>
          <w:numId w:val="49"/>
        </w:numPr>
      </w:pPr>
      <w:r>
        <w:lastRenderedPageBreak/>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%ut*.</w:t>
      </w:r>
    </w:p>
    <w:p w:rsidR="00CF6FCB" w:rsidRDefault="00CF6FCB" w:rsidP="00CF6FCB">
      <w:pPr>
        <w:pStyle w:val="Code"/>
      </w:pP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Routine:       ut Loaded, Saved as      %ut</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The extra text is present since there is at least one Linux version that has a problem with converting the ut* names the files are transported as to the %ut*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lastRenderedPageBreak/>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cp: cannot create regular file `/_ut.m</w:t>
      </w:r>
      <w:r w:rsidR="00437D9A">
        <w:t>'</w:t>
      </w:r>
      <w:r>
        <w:t>: Permission denied</w:t>
      </w:r>
    </w:p>
    <w:p w:rsidR="00CF6FCB" w:rsidRDefault="00CF6FCB" w:rsidP="00CF6FCB">
      <w:pPr>
        <w:pStyle w:val="Code"/>
      </w:pPr>
    </w:p>
    <w:p w:rsidR="00CF6FCB" w:rsidRDefault="00CF6FCB" w:rsidP="00CF6FCB">
      <w:pPr>
        <w:pStyle w:val="Code"/>
      </w:pPr>
      <w:r>
        <w:t>Routine:       ut Loaded, Saved as      %ut</w:t>
      </w:r>
    </w:p>
    <w:p w:rsidR="00CF6FCB" w:rsidRDefault="00CF6FCB" w:rsidP="00CF6FCB">
      <w:pPr>
        <w:pStyle w:val="Code"/>
      </w:pPr>
      <w:r>
        <w:t xml:space="preserve"> cp: cannot create regular file `/_ut1.m</w:t>
      </w:r>
      <w:r w:rsidR="00437D9A">
        <w:t>'</w:t>
      </w:r>
      <w:r>
        <w:t>: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cp: cannot create regular file `/_utt1.m</w:t>
      </w:r>
      <w:r w:rsidR="00437D9A">
        <w:t>'</w:t>
      </w:r>
      <w:r>
        <w:t>: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cp: cannot create regular file `/_utt2.m</w:t>
      </w:r>
      <w:r w:rsidR="00437D9A">
        <w:t>'</w:t>
      </w:r>
      <w:r>
        <w:t>: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cp: cannot create regular file `/_utt3.m</w:t>
      </w:r>
      <w:r w:rsidR="00437D9A">
        <w:t>'</w:t>
      </w:r>
      <w:r>
        <w:t>: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cp: cannot create regular file `/_utt4.m</w:t>
      </w:r>
      <w:r w:rsidR="00437D9A">
        <w:t>'</w:t>
      </w:r>
      <w:r>
        <w:t>: Permission denied</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r>
        <w:t xml:space="preserve"> cp: cannot create regular file `/_utt5.m</w:t>
      </w:r>
      <w:r w:rsidR="00437D9A">
        <w:t>'</w:t>
      </w:r>
      <w:r>
        <w:t>: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cp: cannot create regular file `/_utt6.m</w:t>
      </w:r>
      <w:r w:rsidR="00437D9A">
        <w:t>'</w:t>
      </w:r>
      <w:r>
        <w:t>: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cp: cannot create regular file `/_uttcovr.m</w:t>
      </w:r>
      <w:r w:rsidR="00437D9A">
        <w:t>'</w:t>
      </w:r>
      <w:r>
        <w:t>: Permission denied</w:t>
      </w:r>
    </w:p>
    <w:p w:rsidR="00CF6FCB" w:rsidRDefault="00CF6FCB" w:rsidP="00CF6FCB">
      <w:pPr>
        <w:pStyle w:val="Code"/>
      </w:pPr>
    </w:p>
    <w:p w:rsidR="00CF6FCB"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%ut*.</w:t>
      </w:r>
    </w:p>
    <w:p w:rsidR="00CF6FCB" w:rsidRDefault="00CF6FCB" w:rsidP="00CF6FCB">
      <w:pPr>
        <w:pStyle w:val="Code"/>
      </w:pPr>
      <w:r>
        <w:t>*** The renaming has been seen to fail on one type of Linux system.</w:t>
      </w:r>
    </w:p>
    <w:p w:rsidR="00CF6FCB" w:rsidRDefault="00CF6FCB" w:rsidP="00CF6FCB">
      <w:pPr>
        <w:pStyle w:val="Code"/>
      </w:pPr>
      <w:r>
        <w:t>*** In this case, at the Linux command line copy each ut* routine</w:t>
      </w:r>
    </w:p>
    <w:p w:rsidR="00CF6FCB" w:rsidRDefault="00CF6FCB" w:rsidP="00CF6FCB">
      <w:pPr>
        <w:pStyle w:val="Code"/>
      </w:pPr>
      <w:r>
        <w:t>*** (ut, ut1, utt1, utt2, utt3, utt4, utt5, utt6, and uttcovr)</w:t>
      </w:r>
    </w:p>
    <w:p w:rsidR="00CF6FCB" w:rsidRDefault="00CF6FCB" w:rsidP="00CF6FCB">
      <w:pPr>
        <w:pStyle w:val="Code"/>
      </w:pPr>
      <w:r>
        <w:t xml:space="preserve">*** to _ut* (e.g., </w:t>
      </w:r>
      <w:r w:rsidR="00437D9A">
        <w:t>'</w:t>
      </w:r>
      <w:r>
        <w:t>cp ut _ut</w:t>
      </w:r>
      <w:r w:rsidR="00437D9A">
        <w:t>'</w:t>
      </w:r>
      <w:r>
        <w:t xml:space="preserve">, </w:t>
      </w:r>
      <w:r w:rsidR="00437D9A">
        <w:t>'</w:t>
      </w:r>
      <w:r>
        <w:t>cp ut1 _ut1</w:t>
      </w:r>
      <w:r w:rsidR="00437D9A">
        <w:t>'</w:t>
      </w:r>
      <w:r>
        <w:t xml:space="preserve">, etc. to </w:t>
      </w:r>
      <w:r w:rsidR="00437D9A">
        <w:t>'</w:t>
      </w:r>
      <w:r>
        <w:t>cp uttcovr _uttcovr</w:t>
      </w:r>
      <w:r w:rsidR="00437D9A">
        <w:t>'</w:t>
      </w:r>
      <w:r>
        <w:t>).</w:t>
      </w:r>
    </w:p>
    <w:p w:rsidR="00CF6FCB" w:rsidRDefault="00CF6FCB" w:rsidP="00CF6FCB">
      <w:pPr>
        <w:pStyle w:val="Code"/>
      </w:pPr>
      <w:r>
        <w:t xml:space="preserve">*** Then in GT.M use the command  </w:t>
      </w:r>
      <w:r w:rsidR="00437D9A">
        <w:t>'</w:t>
      </w:r>
      <w:r>
        <w:t>ZLINK %ut</w:t>
      </w:r>
      <w:r w:rsidR="00437D9A">
        <w:t>'</w:t>
      </w:r>
      <w:r>
        <w:t xml:space="preserve">, then </w:t>
      </w:r>
      <w:r w:rsidR="00437D9A">
        <w:t>'</w:t>
      </w:r>
      <w:r>
        <w:t>ZLINK %ut1</w:t>
      </w:r>
      <w:r w:rsidR="00437D9A">
        <w:t>'</w:t>
      </w:r>
      <w:r>
        <w:t>, etc., these</w:t>
      </w:r>
    </w:p>
    <w:p w:rsidR="00CF6FCB" w:rsidRDefault="00CF6FCB" w:rsidP="00CF6FCB">
      <w:pPr>
        <w:pStyle w:val="Code"/>
      </w:pPr>
      <w:r>
        <w:t>*** may indicate an undefined local variable error, but continue doing it.</w:t>
      </w:r>
    </w:p>
    <w:p w:rsidR="00CF6FCB" w:rsidRDefault="00CF6FCB" w:rsidP="00CF6FCB">
      <w:pPr>
        <w:pStyle w:val="Code"/>
      </w:pPr>
      <w:r>
        <w:t xml:space="preserve">*** When complete, use the M command </w:t>
      </w:r>
      <w:r w:rsidR="00437D9A">
        <w:t>'</w:t>
      </w:r>
      <w:r>
        <w:t>DO ^%utt1</w:t>
      </w:r>
      <w:r w:rsidR="00437D9A">
        <w:t>'</w:t>
      </w:r>
      <w:r>
        <w:t xml:space="preserve"> to run the unit tests on</w:t>
      </w:r>
    </w:p>
    <w:p w:rsidR="00CF6FCB" w:rsidRDefault="00CF6FCB" w:rsidP="00CF6FCB">
      <w:pPr>
        <w:pStyle w:val="Code"/>
      </w:pPr>
      <w:r>
        <w:t>*** the %ut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1" w:name="_Toc395096980"/>
      <w:r>
        <w:t>Running M-Unit Tests</w:t>
      </w:r>
      <w:bookmarkEnd w:id="31"/>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B17437" w:rsidRPr="00B17437" w:rsidRDefault="00B17437" w:rsidP="00B17437">
      <w:pPr>
        <w:pStyle w:val="Code"/>
        <w:rPr>
          <w:lang w:val="en-US"/>
        </w:rPr>
      </w:pPr>
      <w:r w:rsidRPr="00B17437">
        <w:rPr>
          <w:lang w:val="en-US"/>
        </w:rPr>
        <w:t>&gt;D EN^%ut("%utt1")</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This is an intentional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Intentionally throwing a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T1 - Test 1.-----------------------------------------------------------  [OK]</w:t>
      </w:r>
    </w:p>
    <w:p w:rsidR="00B17437" w:rsidRPr="00B17437" w:rsidRDefault="00B17437" w:rsidP="00B17437">
      <w:pPr>
        <w:pStyle w:val="Code"/>
        <w:rPr>
          <w:lang w:val="en-US"/>
        </w:rPr>
      </w:pPr>
      <w:r w:rsidRPr="00B17437">
        <w:rPr>
          <w:lang w:val="en-US"/>
        </w:rPr>
        <w:t>T2 - Test 2.-----------------------------------------------------------  [OK]</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1 Routine, 2 Entry Tags</w:t>
      </w:r>
    </w:p>
    <w:p w:rsidR="00B17437" w:rsidRPr="00B17437" w:rsidRDefault="00B17437" w:rsidP="00B17437">
      <w:pPr>
        <w:pStyle w:val="Code"/>
        <w:rPr>
          <w:lang w:val="en-US"/>
        </w:rPr>
      </w:pPr>
      <w:r w:rsidRPr="00B17437">
        <w:rPr>
          <w:lang w:val="en-US"/>
        </w:rPr>
        <w:t>Checked 2 tests, with 0 failures and encountered 0 errors.........</w:t>
      </w:r>
    </w:p>
    <w:p w:rsidR="00B17437" w:rsidRPr="00B17437" w:rsidRDefault="00B17437" w:rsidP="00B17437">
      <w:pPr>
        <w:pStyle w:val="Code"/>
        <w:rPr>
          <w:lang w:val="en-US"/>
        </w:rPr>
      </w:pPr>
      <w:r w:rsidRPr="00B17437">
        <w:rPr>
          <w:lang w:val="en-US"/>
        </w:rPr>
        <w:t>BADCHKEQ^%utt5 -  CHKEQ should fail on unequal value - &lt;4&gt; vs &lt;3&gt; - SET UNEQUAL</w:t>
      </w:r>
    </w:p>
    <w:p w:rsidR="00B17437" w:rsidRPr="00B17437" w:rsidRDefault="00B17437" w:rsidP="00B17437">
      <w:pPr>
        <w:pStyle w:val="Code"/>
        <w:rPr>
          <w:lang w:val="en-US"/>
        </w:rPr>
      </w:pPr>
      <w:r w:rsidRPr="00B17437">
        <w:rPr>
          <w:lang w:val="en-US"/>
        </w:rPr>
        <w:t>ON PURPOSE - 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BADCHKTF^%utt5 -  CHKTF should fail on false value - SET FALSE (0) ON PURPOSE -</w:t>
      </w:r>
    </w:p>
    <w:p w:rsidR="00B17437" w:rsidRPr="00B17437" w:rsidRDefault="00B17437" w:rsidP="00B17437">
      <w:pPr>
        <w:pStyle w:val="Code"/>
        <w:rPr>
          <w:lang w:val="en-US"/>
        </w:rPr>
      </w:pPr>
      <w:r w:rsidRPr="00B17437">
        <w:rPr>
          <w:lang w:val="en-US"/>
        </w:rPr>
        <w:t>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BADERROR^%utt5 -  throws an error on purpose - Error: &lt;UNDEFINED&gt;BADERROR+6^%utt</w:t>
      </w:r>
    </w:p>
    <w:p w:rsidR="00B17437" w:rsidRPr="00B17437" w:rsidRDefault="00B17437" w:rsidP="00B17437">
      <w:pPr>
        <w:pStyle w:val="Code"/>
        <w:rPr>
          <w:lang w:val="en-US"/>
        </w:rPr>
      </w:pPr>
      <w:r w:rsidRPr="00B17437">
        <w:rPr>
          <w:lang w:val="en-US"/>
        </w:rPr>
        <w:t>5 *Q</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CALLFAIL^%utt5 -  called FAIL to test it - Called FAIL to test it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LEAKSBAD^%utt5 - check leaks with leak - LEAKSBAD TEST - X NOT SPECIFIED VARIABL</w:t>
      </w:r>
    </w:p>
    <w:p w:rsidR="00B17437" w:rsidRPr="00B17437" w:rsidRDefault="00B17437" w:rsidP="00B17437">
      <w:pPr>
        <w:pStyle w:val="Code"/>
        <w:rPr>
          <w:lang w:val="en-US"/>
        </w:rPr>
      </w:pPr>
      <w:r w:rsidRPr="00B17437">
        <w:rPr>
          <w:lang w:val="en-US"/>
        </w:rPr>
        <w:t>E LEAK: X</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NVLDARG1^%utt5 - check invalid arg in CHKEQ - NO VALUES INPUT TO CHKEQ^%ut - no</w:t>
      </w:r>
    </w:p>
    <w:p w:rsidR="00B17437" w:rsidRPr="00B17437" w:rsidRDefault="00B17437" w:rsidP="00B17437">
      <w:pPr>
        <w:pStyle w:val="Code"/>
        <w:rPr>
          <w:lang w:val="en-US"/>
        </w:rPr>
      </w:pPr>
      <w:r w:rsidRPr="00B17437">
        <w:rPr>
          <w:lang w:val="en-US"/>
        </w:rPr>
        <w:t>evaluation possible</w:t>
      </w:r>
    </w:p>
    <w:p w:rsidR="00B17437" w:rsidRPr="00B17437" w:rsidRDefault="00B17437" w:rsidP="00B17437">
      <w:pPr>
        <w:pStyle w:val="Code"/>
        <w:rPr>
          <w:lang w:val="en-US"/>
        </w:rPr>
      </w:pPr>
      <w:r w:rsidRPr="00B17437">
        <w:rPr>
          <w:lang w:val="en-US"/>
        </w:rPr>
        <w:lastRenderedPageBreak/>
        <w: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6 Routines, 37 Entry Tags</w:t>
      </w:r>
    </w:p>
    <w:p w:rsidR="00B17437" w:rsidRDefault="00B17437" w:rsidP="00B17437">
      <w:pPr>
        <w:pStyle w:val="Code"/>
        <w:rPr>
          <w:lang w:val="en-US"/>
        </w:rPr>
      </w:pPr>
      <w:r w:rsidRPr="00B17437">
        <w:rPr>
          <w:lang w:val="en-US"/>
        </w:rPr>
        <w:t>Checked 113 tests, with 7 failures and encountered 1 error.</w:t>
      </w:r>
    </w:p>
    <w:p w:rsidR="000459F4" w:rsidRPr="00B17437" w:rsidRDefault="00B17437" w:rsidP="00B17437">
      <w:pPr>
        <w:pStyle w:val="Code"/>
        <w:rPr>
          <w:lang w:val="en-US"/>
        </w:rPr>
      </w:pPr>
      <w:r>
        <w:rPr>
          <w:lang w:val="en-US"/>
        </w:rPr>
        <w:t>&gt;</w:t>
      </w:r>
    </w:p>
    <w:p w:rsidR="00E70FD7" w:rsidRDefault="00872BF4" w:rsidP="005B448A">
      <w:pPr>
        <w:pStyle w:val="OSEHRABody"/>
      </w:pPr>
      <w:r>
        <w:t xml:space="preserve">Full captures of the installation, running </w:t>
      </w:r>
      <w:r w:rsidR="009A2B01">
        <w:t xml:space="preserve">DO </w:t>
      </w:r>
      <w:r>
        <w:t xml:space="preserve">^%utt1 </w:t>
      </w:r>
      <w:r w:rsidR="001676B4">
        <w:t>[</w:t>
      </w:r>
      <w:r>
        <w:t>equivalent to EN^%ut("%utt1") since running %utt1 from the top does run that code and then quits</w:t>
      </w:r>
      <w:r w:rsidR="001676B4">
        <w:t>]</w:t>
      </w:r>
      <w:r w:rsidR="009545EF">
        <w:t xml:space="preserve"> </w:t>
      </w:r>
      <w:r>
        <w:t xml:space="preserve">and </w:t>
      </w:r>
      <w:r w:rsidR="009A2B01">
        <w:t>run</w:t>
      </w:r>
      <w:r w:rsidR="009545EF">
        <w:t>ning</w:t>
      </w:r>
      <w:r w:rsidR="009A2B01">
        <w:t xml:space="preserve"> DO ^%uttcovr [</w:t>
      </w:r>
      <w:r>
        <w:t xml:space="preserve">performing full coverage analysis on the %ut, %ut1, and %utcover </w:t>
      </w:r>
      <w:r w:rsidR="009A2B01">
        <w:t xml:space="preserve">routines using the COVERAGE^%ut API) </w:t>
      </w:r>
      <w:r>
        <w:t>on both GT.M and Cache are available in the documents</w:t>
      </w:r>
    </w:p>
    <w:p w:rsidR="00E70FD7" w:rsidRDefault="00872BF4" w:rsidP="005B448A">
      <w:pPr>
        <w:pStyle w:val="OSEHRABody"/>
      </w:pPr>
      <w:r w:rsidRPr="00872BF4">
        <w:t>1512</w:t>
      </w:r>
      <w:r w:rsidR="009545EF">
        <w:t>16</w:t>
      </w:r>
      <w:r w:rsidR="009545EF" w:rsidRPr="00872BF4">
        <w:t xml:space="preserve"> </w:t>
      </w:r>
      <w:r w:rsidRPr="00872BF4">
        <w:t>_CACHE_INSTALL</w:t>
      </w:r>
      <w:r w:rsidR="009545EF">
        <w:t>.txt</w:t>
      </w:r>
      <w:r>
        <w:t xml:space="preserve"> and </w:t>
      </w:r>
    </w:p>
    <w:p w:rsidR="00C55DF4" w:rsidRDefault="00872BF4" w:rsidP="005B448A">
      <w:pPr>
        <w:pStyle w:val="OSEHRABody"/>
      </w:pPr>
      <w:r w:rsidRPr="00872BF4">
        <w:t>1512</w:t>
      </w:r>
      <w:r w:rsidR="009545EF">
        <w:t>16</w:t>
      </w:r>
      <w:r w:rsidRPr="00872BF4">
        <w:t>_</w:t>
      </w:r>
      <w:r w:rsidR="009545EF" w:rsidRPr="00872BF4">
        <w:t xml:space="preserve"> </w:t>
      </w:r>
      <w:r w:rsidRPr="00872BF4">
        <w:t>GT.M_INSTALL</w:t>
      </w:r>
      <w:r w:rsidR="009545EF">
        <w:t>.txt.</w:t>
      </w:r>
    </w:p>
    <w:p w:rsidR="00C55DF4" w:rsidRDefault="00C55DF4" w:rsidP="00C55DF4">
      <w:pPr>
        <w:pStyle w:val="OSEHRABody"/>
      </w:pPr>
      <w:r>
        <w:t>These documents and all of the other files are available on the OSEHRA website at:</w:t>
      </w:r>
    </w:p>
    <w:p w:rsidR="00C55DF4" w:rsidRDefault="001C44D9" w:rsidP="00C55DF4">
      <w:pPr>
        <w:pStyle w:val="OSEHRABody"/>
        <w:numPr>
          <w:ilvl w:val="0"/>
          <w:numId w:val="49"/>
        </w:numPr>
      </w:pPr>
      <w:hyperlink r:id="rId17" w:history="1">
        <w:r w:rsidR="00C55DF4" w:rsidRPr="00C55DF4">
          <w:rPr>
            <w:rStyle w:val="Hyperlink"/>
          </w:rPr>
          <w:t>http://code.osehra.org/journal/journal/view/523</w:t>
        </w:r>
      </w:hyperlink>
    </w:p>
    <w:p w:rsidR="00C55DF4" w:rsidRDefault="00C55DF4" w:rsidP="00C55DF4">
      <w:pPr>
        <w:pStyle w:val="OSEHRABody"/>
      </w:pPr>
      <w:r>
        <w:t xml:space="preserve"> or at: </w:t>
      </w:r>
    </w:p>
    <w:p w:rsidR="00C55DF4" w:rsidRDefault="001C44D9" w:rsidP="00C55DF4">
      <w:pPr>
        <w:pStyle w:val="OSEHRABody"/>
        <w:numPr>
          <w:ilvl w:val="0"/>
          <w:numId w:val="49"/>
        </w:numPr>
      </w:pPr>
      <w:hyperlink r:id="rId18" w:history="1">
        <w:r w:rsidR="00C55DF4" w:rsidRPr="00C55DF4">
          <w:rPr>
            <w:rStyle w:val="Hyperlink"/>
          </w:rPr>
          <w:t>https://github.com/joelivey/M-Unit</w:t>
        </w:r>
      </w:hyperlink>
    </w:p>
    <w:p w:rsidR="00E70FD7" w:rsidRDefault="00E70FD7" w:rsidP="005B448A">
      <w:pPr>
        <w:pStyle w:val="OSEHRABody"/>
      </w:pPr>
      <w:r>
        <w:t xml:space="preserve">While the results of the coverage for </w:t>
      </w:r>
      <w:r w:rsidR="00C55DF4">
        <w:t xml:space="preserve">the routine </w:t>
      </w:r>
      <w:r>
        <w:t xml:space="preserve">%ut1 show </w:t>
      </w:r>
      <w:r w:rsidRPr="00E70FD7">
        <w:t xml:space="preserve">237 out of 268 lines covered </w:t>
      </w:r>
      <w:r>
        <w:t>(</w:t>
      </w:r>
      <w:r w:rsidRPr="00E70FD7">
        <w:t>88.43%)</w:t>
      </w:r>
      <w:r>
        <w:t xml:space="preserve"> for Cache and </w:t>
      </w:r>
      <w:r w:rsidRPr="00E70FD7">
        <w:t>227 out of 268 lines covered</w:t>
      </w:r>
      <w:r>
        <w:t xml:space="preserve"> </w:t>
      </w:r>
      <w:r w:rsidRPr="00E70FD7">
        <w:t>(84.70%)</w:t>
      </w:r>
      <w:r>
        <w:t xml:space="preserve"> for GT.M, the number of lines not covered in both of the operating systems was </w:t>
      </w:r>
      <w:r w:rsidR="009A2B01">
        <w:t xml:space="preserve">only </w:t>
      </w:r>
      <w:r>
        <w:t>16, resulting in 252 out of 268 lines  covered (94.02%) in both of them.  The routines %ut and %utcover, both had 100% coverage in both operating systems.</w:t>
      </w:r>
      <w:r w:rsidR="00C55DF4">
        <w:t xml:space="preserve">  </w:t>
      </w:r>
    </w:p>
    <w:p w:rsidR="00872BF4" w:rsidRDefault="00872BF4" w:rsidP="005B448A">
      <w:pPr>
        <w:pStyle w:val="OSEHRABody"/>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1C44D9" w:rsidP="005B448A">
      <w:pPr>
        <w:pStyle w:val="OSEHRABody"/>
        <w:numPr>
          <w:ilvl w:val="0"/>
          <w:numId w:val="46"/>
        </w:numPr>
      </w:pPr>
      <w:hyperlink r:id="rId19"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20"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21"/>
      <w:footerReference w:type="defaul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4D9" w:rsidRDefault="001C44D9" w:rsidP="000959B7">
      <w:r>
        <w:separator/>
      </w:r>
    </w:p>
    <w:p w:rsidR="001C44D9" w:rsidRDefault="001C44D9" w:rsidP="000959B7"/>
  </w:endnote>
  <w:endnote w:type="continuationSeparator" w:id="0">
    <w:p w:rsidR="001C44D9" w:rsidRDefault="001C44D9" w:rsidP="000959B7">
      <w:r>
        <w:continuationSeparator/>
      </w:r>
    </w:p>
    <w:p w:rsidR="001C44D9" w:rsidRDefault="001C44D9" w:rsidP="000959B7"/>
  </w:endnote>
  <w:endnote w:type="continuationNotice" w:id="1">
    <w:p w:rsidR="001C44D9" w:rsidRDefault="001C4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6F" w:rsidRDefault="00C4606F">
    <w:pPr>
      <w:pStyle w:val="Footer"/>
    </w:pPr>
    <w:r>
      <w:tab/>
    </w:r>
    <w:r>
      <w:fldChar w:fldCharType="begin"/>
    </w:r>
    <w:r>
      <w:instrText xml:space="preserve"> PAGE   \* MERGEFORMAT </w:instrText>
    </w:r>
    <w:r>
      <w:fldChar w:fldCharType="separate"/>
    </w:r>
    <w:r w:rsidR="00CA20E5">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6F" w:rsidRDefault="001C44D9"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EndPr/>
      <w:sdtContent>
        <w:r w:rsidR="00C4606F">
          <w:t>%ut - A Unit Tester For M Code</w:t>
        </w:r>
      </w:sdtContent>
    </w:sdt>
    <w:r w:rsidR="00C4606F">
      <w:fldChar w:fldCharType="begin"/>
    </w:r>
    <w:r w:rsidR="00C4606F">
      <w:instrText xml:space="preserve"> DOCVARIABLE  Version  \* MERGEFORMAT </w:instrText>
    </w:r>
    <w:r w:rsidR="00C4606F">
      <w:fldChar w:fldCharType="end"/>
    </w:r>
    <w:r w:rsidR="00C4606F">
      <w:tab/>
    </w:r>
    <w:r w:rsidR="00C4606F">
      <w:rPr>
        <w:rStyle w:val="PageNumber"/>
      </w:rPr>
      <w:fldChar w:fldCharType="begin"/>
    </w:r>
    <w:r w:rsidR="00C4606F">
      <w:rPr>
        <w:rStyle w:val="PageNumber"/>
      </w:rPr>
      <w:instrText xml:space="preserve"> PAGE </w:instrText>
    </w:r>
    <w:r w:rsidR="00C4606F">
      <w:rPr>
        <w:rStyle w:val="PageNumber"/>
      </w:rPr>
      <w:fldChar w:fldCharType="separate"/>
    </w:r>
    <w:r w:rsidR="00CA20E5">
      <w:rPr>
        <w:rStyle w:val="PageNumber"/>
        <w:noProof/>
      </w:rPr>
      <w:t>18</w:t>
    </w:r>
    <w:r w:rsidR="00C4606F">
      <w:rPr>
        <w:rStyle w:val="PageNumber"/>
      </w:rPr>
      <w:fldChar w:fldCharType="end"/>
    </w:r>
    <w:r w:rsidR="00C4606F">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5-12-16T00:00:00Z">
          <w:dateFormat w:val="M/d/yyyy"/>
          <w:lid w:val="en-US"/>
          <w:storeMappedDataAs w:val="dateTime"/>
          <w:calendar w:val="gregorian"/>
        </w:date>
      </w:sdtPr>
      <w:sdtEndPr/>
      <w:sdtContent>
        <w:r w:rsidR="00C4606F">
          <w:t>12/16/2015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4D9" w:rsidRDefault="001C44D9" w:rsidP="000959B7">
      <w:r>
        <w:separator/>
      </w:r>
    </w:p>
    <w:p w:rsidR="001C44D9" w:rsidRDefault="001C44D9" w:rsidP="000959B7"/>
  </w:footnote>
  <w:footnote w:type="continuationSeparator" w:id="0">
    <w:p w:rsidR="001C44D9" w:rsidRDefault="001C44D9" w:rsidP="000959B7">
      <w:r>
        <w:continuationSeparator/>
      </w:r>
    </w:p>
    <w:p w:rsidR="001C44D9" w:rsidRDefault="001C44D9" w:rsidP="000959B7"/>
  </w:footnote>
  <w:footnote w:type="continuationNotice" w:id="1">
    <w:p w:rsidR="001C44D9" w:rsidRDefault="001C44D9"/>
  </w:footnote>
  <w:footnote w:id="2">
    <w:p w:rsidR="00C4606F" w:rsidRDefault="00C4606F"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C4606F" w:rsidRDefault="00C4606F">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6F" w:rsidRDefault="00C4606F"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E82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362BD"/>
    <w:rsid w:val="000459F4"/>
    <w:rsid w:val="00047E1B"/>
    <w:rsid w:val="00052F82"/>
    <w:rsid w:val="000553EF"/>
    <w:rsid w:val="00063171"/>
    <w:rsid w:val="00085C33"/>
    <w:rsid w:val="000959B7"/>
    <w:rsid w:val="000D3BD8"/>
    <w:rsid w:val="000D4CC5"/>
    <w:rsid w:val="00115E12"/>
    <w:rsid w:val="00123D4E"/>
    <w:rsid w:val="00130DB3"/>
    <w:rsid w:val="00131A5D"/>
    <w:rsid w:val="00132DC1"/>
    <w:rsid w:val="00133A1D"/>
    <w:rsid w:val="00142697"/>
    <w:rsid w:val="001456A6"/>
    <w:rsid w:val="00162871"/>
    <w:rsid w:val="001676B4"/>
    <w:rsid w:val="00173256"/>
    <w:rsid w:val="001802C8"/>
    <w:rsid w:val="00192F9B"/>
    <w:rsid w:val="001A2A6E"/>
    <w:rsid w:val="001A41BD"/>
    <w:rsid w:val="001B58BF"/>
    <w:rsid w:val="001C44D9"/>
    <w:rsid w:val="001E29DE"/>
    <w:rsid w:val="001E407B"/>
    <w:rsid w:val="001E597E"/>
    <w:rsid w:val="001E7AEF"/>
    <w:rsid w:val="001F21FC"/>
    <w:rsid w:val="001F760F"/>
    <w:rsid w:val="00203212"/>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37D9A"/>
    <w:rsid w:val="004429EC"/>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F1F03"/>
    <w:rsid w:val="0060051A"/>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61408"/>
    <w:rsid w:val="0076555E"/>
    <w:rsid w:val="00774948"/>
    <w:rsid w:val="00776D63"/>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2BF4"/>
    <w:rsid w:val="00874654"/>
    <w:rsid w:val="00875DFF"/>
    <w:rsid w:val="00884C84"/>
    <w:rsid w:val="008A2F53"/>
    <w:rsid w:val="008B19A4"/>
    <w:rsid w:val="008B3AC0"/>
    <w:rsid w:val="008B7E2E"/>
    <w:rsid w:val="008C41BA"/>
    <w:rsid w:val="008F783C"/>
    <w:rsid w:val="0090229E"/>
    <w:rsid w:val="00902C04"/>
    <w:rsid w:val="009063AB"/>
    <w:rsid w:val="009211BD"/>
    <w:rsid w:val="00926751"/>
    <w:rsid w:val="009335E3"/>
    <w:rsid w:val="00943F7B"/>
    <w:rsid w:val="0094469E"/>
    <w:rsid w:val="00944A0C"/>
    <w:rsid w:val="00952181"/>
    <w:rsid w:val="009544D5"/>
    <w:rsid w:val="009545EF"/>
    <w:rsid w:val="0095724D"/>
    <w:rsid w:val="00972C2E"/>
    <w:rsid w:val="00976717"/>
    <w:rsid w:val="00987D9C"/>
    <w:rsid w:val="009A2B01"/>
    <w:rsid w:val="009A3680"/>
    <w:rsid w:val="009C1652"/>
    <w:rsid w:val="009C6405"/>
    <w:rsid w:val="00A06E17"/>
    <w:rsid w:val="00A24DE3"/>
    <w:rsid w:val="00A5003D"/>
    <w:rsid w:val="00A50A5B"/>
    <w:rsid w:val="00A80F65"/>
    <w:rsid w:val="00A81EFF"/>
    <w:rsid w:val="00AA70E2"/>
    <w:rsid w:val="00AD2035"/>
    <w:rsid w:val="00AE1D7B"/>
    <w:rsid w:val="00AF11C6"/>
    <w:rsid w:val="00B05ADB"/>
    <w:rsid w:val="00B137F2"/>
    <w:rsid w:val="00B17437"/>
    <w:rsid w:val="00B20F00"/>
    <w:rsid w:val="00B329E9"/>
    <w:rsid w:val="00B33D35"/>
    <w:rsid w:val="00B3772E"/>
    <w:rsid w:val="00B50AA9"/>
    <w:rsid w:val="00B533CC"/>
    <w:rsid w:val="00B568A1"/>
    <w:rsid w:val="00B717E3"/>
    <w:rsid w:val="00B75D5C"/>
    <w:rsid w:val="00B85E33"/>
    <w:rsid w:val="00B86118"/>
    <w:rsid w:val="00B874B2"/>
    <w:rsid w:val="00BB1ECF"/>
    <w:rsid w:val="00BC1A1C"/>
    <w:rsid w:val="00BD46A6"/>
    <w:rsid w:val="00BF3ADB"/>
    <w:rsid w:val="00C073A7"/>
    <w:rsid w:val="00C1388A"/>
    <w:rsid w:val="00C2128D"/>
    <w:rsid w:val="00C305A3"/>
    <w:rsid w:val="00C33B6E"/>
    <w:rsid w:val="00C34756"/>
    <w:rsid w:val="00C4606F"/>
    <w:rsid w:val="00C55DF4"/>
    <w:rsid w:val="00C611B1"/>
    <w:rsid w:val="00C650EC"/>
    <w:rsid w:val="00C67297"/>
    <w:rsid w:val="00C87E3F"/>
    <w:rsid w:val="00C91244"/>
    <w:rsid w:val="00CA08B3"/>
    <w:rsid w:val="00CA20E5"/>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0D7A"/>
    <w:rsid w:val="00E01B71"/>
    <w:rsid w:val="00E42782"/>
    <w:rsid w:val="00E45CBA"/>
    <w:rsid w:val="00E47A9B"/>
    <w:rsid w:val="00E632F1"/>
    <w:rsid w:val="00E643B2"/>
    <w:rsid w:val="00E70FD7"/>
    <w:rsid w:val="00E72857"/>
    <w:rsid w:val="00E84D2D"/>
    <w:rsid w:val="00E9159B"/>
    <w:rsid w:val="00E927B6"/>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joelivey/M-Unit"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code.osehra.org/journal/journal/view/52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github.com/OSEHRA/VistA/blob/master/Documentation/RunningandUploadingTests.rs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github.com/OSEHRA/VistA/blob/master/Documentation/ObtainingTestingCode.rst"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2F50"/>
    <w:rsid w:val="0023326E"/>
    <w:rsid w:val="002940D5"/>
    <w:rsid w:val="003B0D67"/>
    <w:rsid w:val="00451152"/>
    <w:rsid w:val="00453052"/>
    <w:rsid w:val="00752A74"/>
    <w:rsid w:val="00817291"/>
    <w:rsid w:val="008507C1"/>
    <w:rsid w:val="00853FE8"/>
    <w:rsid w:val="00984842"/>
    <w:rsid w:val="009C495C"/>
    <w:rsid w:val="00AC5D67"/>
    <w:rsid w:val="00B521BD"/>
    <w:rsid w:val="00B75C48"/>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186458-72DC-4B62-AA17-D13B3A34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34</TotalTime>
  <Pages>23</Pages>
  <Words>5937</Words>
  <Characters>33847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39705</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4</cp:revision>
  <cp:lastPrinted>2015-12-17T20:34:00Z</cp:lastPrinted>
  <dcterms:created xsi:type="dcterms:W3CDTF">2015-12-17T19:58:00Z</dcterms:created>
  <dcterms:modified xsi:type="dcterms:W3CDTF">2015-12-17T20:34:00Z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